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7F17A7E6" w:rsidR="003254A3" w:rsidRPr="000719BB" w:rsidRDefault="00BD76C3" w:rsidP="006C2343">
      <w:pPr>
        <w:pStyle w:val="Titul2"/>
      </w:pPr>
      <w:r w:rsidRPr="000C6ECB">
        <w:t xml:space="preserve">Příloha č. </w:t>
      </w:r>
      <w:r w:rsidR="000C6ECB" w:rsidRPr="000C6ECB">
        <w:t>6</w:t>
      </w:r>
      <w:r w:rsidRPr="000C6EC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891A505" w:rsidR="00BF54FE" w:rsidRPr="00D61BB3" w:rsidRDefault="00251CE3" w:rsidP="006C2343">
          <w:pPr>
            <w:pStyle w:val="Tituldatum"/>
            <w:rPr>
              <w:rStyle w:val="Nzevakce"/>
            </w:rPr>
          </w:pPr>
          <w:r w:rsidRPr="00251CE3">
            <w:rPr>
              <w:rStyle w:val="Nzevakce"/>
            </w:rPr>
            <w:t>„Údržba, opravy a odstraňování závad u SPS v obvodu OŘ Ostrava rok 2024 - provozní pozemní objekty“</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3DA373A" w:rsidR="00826B7B" w:rsidRPr="006C2343" w:rsidRDefault="006C2343" w:rsidP="006C2343">
      <w:pPr>
        <w:pStyle w:val="Tituldatum"/>
      </w:pPr>
      <w:r w:rsidRPr="006C2343">
        <w:t xml:space="preserve">Datum vydání: </w:t>
      </w:r>
      <w:r w:rsidRPr="006C2343">
        <w:tab/>
      </w:r>
      <w:r w:rsidR="000D02EA">
        <w:t>23</w:t>
      </w:r>
      <w:r w:rsidR="00251CE3" w:rsidRPr="00251CE3">
        <w:t>.</w:t>
      </w:r>
      <w:r w:rsidR="00A861B4">
        <w:t xml:space="preserve"> </w:t>
      </w:r>
      <w:r w:rsidR="00251CE3" w:rsidRPr="00251CE3">
        <w:t>11.</w:t>
      </w:r>
      <w:r w:rsidR="00A861B4">
        <w:t xml:space="preserve"> </w:t>
      </w:r>
      <w:r w:rsidR="00251CE3" w:rsidRPr="00251CE3">
        <w:t>2023</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bookmarkStart w:id="0" w:name="_GoBack"/>
      <w:bookmarkEnd w:id="0"/>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25EFC5A7" w14:textId="0C04DACD" w:rsidR="000C6ECB"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2587963" w:history="1">
        <w:r w:rsidR="000C6ECB" w:rsidRPr="001148AF">
          <w:rPr>
            <w:rStyle w:val="Hypertextovodkaz"/>
          </w:rPr>
          <w:t>SEZNAM ZKRATEK</w:t>
        </w:r>
        <w:r w:rsidR="000C6ECB">
          <w:rPr>
            <w:noProof/>
            <w:webHidden/>
          </w:rPr>
          <w:tab/>
        </w:r>
        <w:r w:rsidR="000C6ECB">
          <w:rPr>
            <w:noProof/>
            <w:webHidden/>
          </w:rPr>
          <w:fldChar w:fldCharType="begin"/>
        </w:r>
        <w:r w:rsidR="000C6ECB">
          <w:rPr>
            <w:noProof/>
            <w:webHidden/>
          </w:rPr>
          <w:instrText xml:space="preserve"> PAGEREF _Toc152587963 \h </w:instrText>
        </w:r>
        <w:r w:rsidR="000C6ECB">
          <w:rPr>
            <w:noProof/>
            <w:webHidden/>
          </w:rPr>
        </w:r>
        <w:r w:rsidR="000C6ECB">
          <w:rPr>
            <w:noProof/>
            <w:webHidden/>
          </w:rPr>
          <w:fldChar w:fldCharType="separate"/>
        </w:r>
        <w:r w:rsidR="000C6ECB">
          <w:rPr>
            <w:noProof/>
            <w:webHidden/>
          </w:rPr>
          <w:t>2</w:t>
        </w:r>
        <w:r w:rsidR="000C6ECB">
          <w:rPr>
            <w:noProof/>
            <w:webHidden/>
          </w:rPr>
          <w:fldChar w:fldCharType="end"/>
        </w:r>
      </w:hyperlink>
    </w:p>
    <w:p w14:paraId="7A7E69B6" w14:textId="1BD9B307"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4" w:history="1">
        <w:r w:rsidR="000C6ECB" w:rsidRPr="001148AF">
          <w:rPr>
            <w:rStyle w:val="Hypertextovodkaz"/>
          </w:rPr>
          <w:t>Pojmy a definice</w:t>
        </w:r>
        <w:r w:rsidR="000C6ECB">
          <w:rPr>
            <w:noProof/>
            <w:webHidden/>
          </w:rPr>
          <w:tab/>
        </w:r>
        <w:r w:rsidR="000C6ECB">
          <w:rPr>
            <w:noProof/>
            <w:webHidden/>
          </w:rPr>
          <w:fldChar w:fldCharType="begin"/>
        </w:r>
        <w:r w:rsidR="000C6ECB">
          <w:rPr>
            <w:noProof/>
            <w:webHidden/>
          </w:rPr>
          <w:instrText xml:space="preserve"> PAGEREF _Toc152587964 \h </w:instrText>
        </w:r>
        <w:r w:rsidR="000C6ECB">
          <w:rPr>
            <w:noProof/>
            <w:webHidden/>
          </w:rPr>
        </w:r>
        <w:r w:rsidR="000C6ECB">
          <w:rPr>
            <w:noProof/>
            <w:webHidden/>
          </w:rPr>
          <w:fldChar w:fldCharType="separate"/>
        </w:r>
        <w:r w:rsidR="000C6ECB">
          <w:rPr>
            <w:noProof/>
            <w:webHidden/>
          </w:rPr>
          <w:t>2</w:t>
        </w:r>
        <w:r w:rsidR="000C6ECB">
          <w:rPr>
            <w:noProof/>
            <w:webHidden/>
          </w:rPr>
          <w:fldChar w:fldCharType="end"/>
        </w:r>
      </w:hyperlink>
    </w:p>
    <w:p w14:paraId="5EAA6759" w14:textId="7E05D48D"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5" w:history="1">
        <w:r w:rsidR="000C6ECB" w:rsidRPr="001148AF">
          <w:rPr>
            <w:rStyle w:val="Hypertextovodkaz"/>
          </w:rPr>
          <w:t>1.</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SPECIFIKACE PŘEDMĚTU DÍLA</w:t>
        </w:r>
        <w:r w:rsidR="000C6ECB">
          <w:rPr>
            <w:noProof/>
            <w:webHidden/>
          </w:rPr>
          <w:tab/>
        </w:r>
        <w:r w:rsidR="000C6ECB">
          <w:rPr>
            <w:noProof/>
            <w:webHidden/>
          </w:rPr>
          <w:fldChar w:fldCharType="begin"/>
        </w:r>
        <w:r w:rsidR="000C6ECB">
          <w:rPr>
            <w:noProof/>
            <w:webHidden/>
          </w:rPr>
          <w:instrText xml:space="preserve"> PAGEREF _Toc152587965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4A4BA177" w14:textId="0FF02628"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66" w:history="1">
        <w:r w:rsidR="000C6ECB" w:rsidRPr="001148AF">
          <w:rPr>
            <w:rStyle w:val="Hypertextovodkaz"/>
            <w:rFonts w:asciiTheme="majorHAnsi" w:hAnsiTheme="majorHAnsi"/>
          </w:rPr>
          <w:t>1.1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Účel a rozsah předmětu Díla</w:t>
        </w:r>
        <w:r w:rsidR="000C6ECB">
          <w:rPr>
            <w:noProof/>
            <w:webHidden/>
          </w:rPr>
          <w:tab/>
        </w:r>
        <w:r w:rsidR="000C6ECB">
          <w:rPr>
            <w:noProof/>
            <w:webHidden/>
          </w:rPr>
          <w:fldChar w:fldCharType="begin"/>
        </w:r>
        <w:r w:rsidR="000C6ECB">
          <w:rPr>
            <w:noProof/>
            <w:webHidden/>
          </w:rPr>
          <w:instrText xml:space="preserve"> PAGEREF _Toc152587966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527E2DCB" w14:textId="3A3783B5"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67" w:history="1">
        <w:r w:rsidR="000C6ECB" w:rsidRPr="001148AF">
          <w:rPr>
            <w:rStyle w:val="Hypertextovodkaz"/>
            <w:rFonts w:asciiTheme="majorHAnsi" w:hAnsiTheme="majorHAnsi"/>
          </w:rPr>
          <w:t>1.2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Umístění stavby</w:t>
        </w:r>
        <w:r w:rsidR="000C6ECB">
          <w:rPr>
            <w:noProof/>
            <w:webHidden/>
          </w:rPr>
          <w:tab/>
        </w:r>
        <w:r w:rsidR="000C6ECB">
          <w:rPr>
            <w:noProof/>
            <w:webHidden/>
          </w:rPr>
          <w:fldChar w:fldCharType="begin"/>
        </w:r>
        <w:r w:rsidR="000C6ECB">
          <w:rPr>
            <w:noProof/>
            <w:webHidden/>
          </w:rPr>
          <w:instrText xml:space="preserve"> PAGEREF _Toc152587967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4DAF9D3C" w14:textId="194BBF7F"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8" w:history="1">
        <w:r w:rsidR="000C6ECB" w:rsidRPr="001148AF">
          <w:rPr>
            <w:rStyle w:val="Hypertextovodkaz"/>
          </w:rPr>
          <w:t>2.</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PŘEHLED VÝCHOZÍCH PODKLADŮ</w:t>
        </w:r>
        <w:r w:rsidR="000C6ECB">
          <w:rPr>
            <w:noProof/>
            <w:webHidden/>
          </w:rPr>
          <w:tab/>
        </w:r>
        <w:r w:rsidR="000C6ECB">
          <w:rPr>
            <w:noProof/>
            <w:webHidden/>
          </w:rPr>
          <w:fldChar w:fldCharType="begin"/>
        </w:r>
        <w:r w:rsidR="000C6ECB">
          <w:rPr>
            <w:noProof/>
            <w:webHidden/>
          </w:rPr>
          <w:instrText xml:space="preserve"> PAGEREF _Toc152587968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652FF47D" w14:textId="59BCE1F4"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69" w:history="1">
        <w:r w:rsidR="000C6ECB" w:rsidRPr="001148AF">
          <w:rPr>
            <w:rStyle w:val="Hypertextovodkaz"/>
            <w:rFonts w:asciiTheme="majorHAnsi" w:hAnsiTheme="majorHAnsi"/>
          </w:rPr>
          <w:t>2.1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Projektová dokumentace</w:t>
        </w:r>
        <w:r w:rsidR="000C6ECB">
          <w:rPr>
            <w:noProof/>
            <w:webHidden/>
          </w:rPr>
          <w:tab/>
        </w:r>
        <w:r w:rsidR="000C6ECB">
          <w:rPr>
            <w:noProof/>
            <w:webHidden/>
          </w:rPr>
          <w:fldChar w:fldCharType="begin"/>
        </w:r>
        <w:r w:rsidR="000C6ECB">
          <w:rPr>
            <w:noProof/>
            <w:webHidden/>
          </w:rPr>
          <w:instrText xml:space="preserve"> PAGEREF _Toc152587969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7BC35C9D" w14:textId="1D98D466"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0" w:history="1">
        <w:r w:rsidR="000C6ECB" w:rsidRPr="001148AF">
          <w:rPr>
            <w:rStyle w:val="Hypertextovodkaz"/>
            <w:rFonts w:asciiTheme="majorHAnsi" w:hAnsiTheme="majorHAnsi"/>
          </w:rPr>
          <w:t>2.2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Související dokumentace</w:t>
        </w:r>
        <w:r w:rsidR="000C6ECB">
          <w:rPr>
            <w:noProof/>
            <w:webHidden/>
          </w:rPr>
          <w:tab/>
        </w:r>
        <w:r w:rsidR="000C6ECB">
          <w:rPr>
            <w:noProof/>
            <w:webHidden/>
          </w:rPr>
          <w:fldChar w:fldCharType="begin"/>
        </w:r>
        <w:r w:rsidR="000C6ECB">
          <w:rPr>
            <w:noProof/>
            <w:webHidden/>
          </w:rPr>
          <w:instrText xml:space="preserve"> PAGEREF _Toc152587970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10C4E0E2" w14:textId="5F9C0F4E"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71" w:history="1">
        <w:r w:rsidR="000C6ECB" w:rsidRPr="001148AF">
          <w:rPr>
            <w:rStyle w:val="Hypertextovodkaz"/>
          </w:rPr>
          <w:t>3.</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KOORDINACE S JINÝMI STAVBAMI</w:t>
        </w:r>
        <w:r w:rsidR="000C6ECB">
          <w:rPr>
            <w:noProof/>
            <w:webHidden/>
          </w:rPr>
          <w:tab/>
        </w:r>
        <w:r w:rsidR="000C6ECB">
          <w:rPr>
            <w:noProof/>
            <w:webHidden/>
          </w:rPr>
          <w:fldChar w:fldCharType="begin"/>
        </w:r>
        <w:r w:rsidR="000C6ECB">
          <w:rPr>
            <w:noProof/>
            <w:webHidden/>
          </w:rPr>
          <w:instrText xml:space="preserve"> PAGEREF _Toc152587971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6BF3FCAA" w14:textId="0C9A4F5E"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72" w:history="1">
        <w:r w:rsidR="000C6ECB" w:rsidRPr="001148AF">
          <w:rPr>
            <w:rStyle w:val="Hypertextovodkaz"/>
          </w:rPr>
          <w:t>4.</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Zvláštní TECHNICKÉ podmímky a požadavky na PROVEDENÍ DÍLA</w:t>
        </w:r>
        <w:r w:rsidR="000C6ECB">
          <w:rPr>
            <w:noProof/>
            <w:webHidden/>
          </w:rPr>
          <w:tab/>
        </w:r>
        <w:r w:rsidR="000C6ECB">
          <w:rPr>
            <w:noProof/>
            <w:webHidden/>
          </w:rPr>
          <w:fldChar w:fldCharType="begin"/>
        </w:r>
        <w:r w:rsidR="000C6ECB">
          <w:rPr>
            <w:noProof/>
            <w:webHidden/>
          </w:rPr>
          <w:instrText xml:space="preserve"> PAGEREF _Toc152587972 \h </w:instrText>
        </w:r>
        <w:r w:rsidR="000C6ECB">
          <w:rPr>
            <w:noProof/>
            <w:webHidden/>
          </w:rPr>
        </w:r>
        <w:r w:rsidR="000C6ECB">
          <w:rPr>
            <w:noProof/>
            <w:webHidden/>
          </w:rPr>
          <w:fldChar w:fldCharType="separate"/>
        </w:r>
        <w:r w:rsidR="000C6ECB">
          <w:rPr>
            <w:noProof/>
            <w:webHidden/>
          </w:rPr>
          <w:t>5</w:t>
        </w:r>
        <w:r w:rsidR="000C6ECB">
          <w:rPr>
            <w:noProof/>
            <w:webHidden/>
          </w:rPr>
          <w:fldChar w:fldCharType="end"/>
        </w:r>
      </w:hyperlink>
    </w:p>
    <w:p w14:paraId="0A30F94D" w14:textId="372BAD73"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3" w:history="1">
        <w:r w:rsidR="000C6ECB" w:rsidRPr="001148AF">
          <w:rPr>
            <w:rStyle w:val="Hypertextovodkaz"/>
            <w:rFonts w:asciiTheme="majorHAnsi" w:hAnsiTheme="majorHAnsi"/>
          </w:rPr>
          <w:t>4.1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Všeobecně</w:t>
        </w:r>
        <w:r w:rsidR="000C6ECB">
          <w:rPr>
            <w:noProof/>
            <w:webHidden/>
          </w:rPr>
          <w:tab/>
        </w:r>
        <w:r w:rsidR="000C6ECB">
          <w:rPr>
            <w:noProof/>
            <w:webHidden/>
          </w:rPr>
          <w:fldChar w:fldCharType="begin"/>
        </w:r>
        <w:r w:rsidR="000C6ECB">
          <w:rPr>
            <w:noProof/>
            <w:webHidden/>
          </w:rPr>
          <w:instrText xml:space="preserve"> PAGEREF _Toc152587973 \h </w:instrText>
        </w:r>
        <w:r w:rsidR="000C6ECB">
          <w:rPr>
            <w:noProof/>
            <w:webHidden/>
          </w:rPr>
        </w:r>
        <w:r w:rsidR="000C6ECB">
          <w:rPr>
            <w:noProof/>
            <w:webHidden/>
          </w:rPr>
          <w:fldChar w:fldCharType="separate"/>
        </w:r>
        <w:r w:rsidR="000C6ECB">
          <w:rPr>
            <w:noProof/>
            <w:webHidden/>
          </w:rPr>
          <w:t>5</w:t>
        </w:r>
        <w:r w:rsidR="000C6ECB">
          <w:rPr>
            <w:noProof/>
            <w:webHidden/>
          </w:rPr>
          <w:fldChar w:fldCharType="end"/>
        </w:r>
      </w:hyperlink>
    </w:p>
    <w:p w14:paraId="13D8B60C" w14:textId="4991DA8B"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4" w:history="1">
        <w:r w:rsidR="000C6ECB" w:rsidRPr="001148AF">
          <w:rPr>
            <w:rStyle w:val="Hypertextovodkaz"/>
            <w:rFonts w:asciiTheme="majorHAnsi" w:hAnsiTheme="majorHAnsi"/>
          </w:rPr>
          <w:t>4.2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Zeměměřická činnost zhotovitele</w:t>
        </w:r>
        <w:r w:rsidR="000C6ECB">
          <w:rPr>
            <w:noProof/>
            <w:webHidden/>
          </w:rPr>
          <w:tab/>
        </w:r>
        <w:r w:rsidR="000C6ECB">
          <w:rPr>
            <w:noProof/>
            <w:webHidden/>
          </w:rPr>
          <w:fldChar w:fldCharType="begin"/>
        </w:r>
        <w:r w:rsidR="000C6ECB">
          <w:rPr>
            <w:noProof/>
            <w:webHidden/>
          </w:rPr>
          <w:instrText xml:space="preserve"> PAGEREF _Toc152587974 \h </w:instrText>
        </w:r>
        <w:r w:rsidR="000C6ECB">
          <w:rPr>
            <w:noProof/>
            <w:webHidden/>
          </w:rPr>
        </w:r>
        <w:r w:rsidR="000C6ECB">
          <w:rPr>
            <w:noProof/>
            <w:webHidden/>
          </w:rPr>
          <w:fldChar w:fldCharType="separate"/>
        </w:r>
        <w:r w:rsidR="000C6ECB">
          <w:rPr>
            <w:noProof/>
            <w:webHidden/>
          </w:rPr>
          <w:t>12</w:t>
        </w:r>
        <w:r w:rsidR="000C6ECB">
          <w:rPr>
            <w:noProof/>
            <w:webHidden/>
          </w:rPr>
          <w:fldChar w:fldCharType="end"/>
        </w:r>
      </w:hyperlink>
    </w:p>
    <w:p w14:paraId="7BCCB13D" w14:textId="35D4E9D5"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5" w:history="1">
        <w:r w:rsidR="000C6ECB" w:rsidRPr="001148AF">
          <w:rPr>
            <w:rStyle w:val="Hypertextovodkaz"/>
            <w:rFonts w:asciiTheme="majorHAnsi" w:hAnsiTheme="majorHAnsi"/>
          </w:rPr>
          <w:t>4.3</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Doklady předkládané zhotovitelem</w:t>
        </w:r>
        <w:r w:rsidR="000C6ECB">
          <w:rPr>
            <w:noProof/>
            <w:webHidden/>
          </w:rPr>
          <w:tab/>
        </w:r>
        <w:r w:rsidR="000C6ECB">
          <w:rPr>
            <w:noProof/>
            <w:webHidden/>
          </w:rPr>
          <w:fldChar w:fldCharType="begin"/>
        </w:r>
        <w:r w:rsidR="000C6ECB">
          <w:rPr>
            <w:noProof/>
            <w:webHidden/>
          </w:rPr>
          <w:instrText xml:space="preserve"> PAGEREF _Toc152587975 \h </w:instrText>
        </w:r>
        <w:r w:rsidR="000C6ECB">
          <w:rPr>
            <w:noProof/>
            <w:webHidden/>
          </w:rPr>
        </w:r>
        <w:r w:rsidR="000C6ECB">
          <w:rPr>
            <w:noProof/>
            <w:webHidden/>
          </w:rPr>
          <w:fldChar w:fldCharType="separate"/>
        </w:r>
        <w:r w:rsidR="000C6ECB">
          <w:rPr>
            <w:noProof/>
            <w:webHidden/>
          </w:rPr>
          <w:t>13</w:t>
        </w:r>
        <w:r w:rsidR="000C6ECB">
          <w:rPr>
            <w:noProof/>
            <w:webHidden/>
          </w:rPr>
          <w:fldChar w:fldCharType="end"/>
        </w:r>
      </w:hyperlink>
    </w:p>
    <w:p w14:paraId="76B86AEA" w14:textId="261D4E69"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6" w:history="1">
        <w:r w:rsidR="000C6ECB" w:rsidRPr="001148AF">
          <w:rPr>
            <w:rStyle w:val="Hypertextovodkaz"/>
            <w:rFonts w:asciiTheme="majorHAnsi" w:hAnsiTheme="majorHAnsi"/>
          </w:rPr>
          <w:t>4.4</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Dokumentace zhotovitele pro stavbu</w:t>
        </w:r>
        <w:r w:rsidR="000C6ECB">
          <w:rPr>
            <w:noProof/>
            <w:webHidden/>
          </w:rPr>
          <w:tab/>
        </w:r>
        <w:r w:rsidR="000C6ECB">
          <w:rPr>
            <w:noProof/>
            <w:webHidden/>
          </w:rPr>
          <w:fldChar w:fldCharType="begin"/>
        </w:r>
        <w:r w:rsidR="000C6ECB">
          <w:rPr>
            <w:noProof/>
            <w:webHidden/>
          </w:rPr>
          <w:instrText xml:space="preserve"> PAGEREF _Toc152587976 \h </w:instrText>
        </w:r>
        <w:r w:rsidR="000C6ECB">
          <w:rPr>
            <w:noProof/>
            <w:webHidden/>
          </w:rPr>
        </w:r>
        <w:r w:rsidR="000C6ECB">
          <w:rPr>
            <w:noProof/>
            <w:webHidden/>
          </w:rPr>
          <w:fldChar w:fldCharType="separate"/>
        </w:r>
        <w:r w:rsidR="000C6ECB">
          <w:rPr>
            <w:noProof/>
            <w:webHidden/>
          </w:rPr>
          <w:t>14</w:t>
        </w:r>
        <w:r w:rsidR="000C6ECB">
          <w:rPr>
            <w:noProof/>
            <w:webHidden/>
          </w:rPr>
          <w:fldChar w:fldCharType="end"/>
        </w:r>
      </w:hyperlink>
    </w:p>
    <w:p w14:paraId="1BEA99A8" w14:textId="242C2E93"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7" w:history="1">
        <w:r w:rsidR="000C6ECB" w:rsidRPr="001148AF">
          <w:rPr>
            <w:rStyle w:val="Hypertextovodkaz"/>
            <w:rFonts w:asciiTheme="majorHAnsi" w:hAnsiTheme="majorHAnsi"/>
          </w:rPr>
          <w:t>4.5</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Dokumentace skutečného provedení stavby</w:t>
        </w:r>
        <w:r w:rsidR="000C6ECB">
          <w:rPr>
            <w:noProof/>
            <w:webHidden/>
          </w:rPr>
          <w:tab/>
        </w:r>
        <w:r w:rsidR="000C6ECB">
          <w:rPr>
            <w:noProof/>
            <w:webHidden/>
          </w:rPr>
          <w:fldChar w:fldCharType="begin"/>
        </w:r>
        <w:r w:rsidR="000C6ECB">
          <w:rPr>
            <w:noProof/>
            <w:webHidden/>
          </w:rPr>
          <w:instrText xml:space="preserve"> PAGEREF _Toc152587977 \h </w:instrText>
        </w:r>
        <w:r w:rsidR="000C6ECB">
          <w:rPr>
            <w:noProof/>
            <w:webHidden/>
          </w:rPr>
        </w:r>
        <w:r w:rsidR="000C6ECB">
          <w:rPr>
            <w:noProof/>
            <w:webHidden/>
          </w:rPr>
          <w:fldChar w:fldCharType="separate"/>
        </w:r>
        <w:r w:rsidR="000C6ECB">
          <w:rPr>
            <w:noProof/>
            <w:webHidden/>
          </w:rPr>
          <w:t>14</w:t>
        </w:r>
        <w:r w:rsidR="000C6ECB">
          <w:rPr>
            <w:noProof/>
            <w:webHidden/>
          </w:rPr>
          <w:fldChar w:fldCharType="end"/>
        </w:r>
      </w:hyperlink>
    </w:p>
    <w:p w14:paraId="1215853F" w14:textId="513EA799"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8" w:history="1">
        <w:r w:rsidR="000C6ECB" w:rsidRPr="001148AF">
          <w:rPr>
            <w:rStyle w:val="Hypertextovodkaz"/>
            <w:rFonts w:asciiTheme="majorHAnsi" w:hAnsiTheme="majorHAnsi"/>
          </w:rPr>
          <w:t>4.6</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Životní prostředí</w:t>
        </w:r>
        <w:r w:rsidR="000C6ECB">
          <w:rPr>
            <w:noProof/>
            <w:webHidden/>
          </w:rPr>
          <w:tab/>
        </w:r>
        <w:r w:rsidR="000C6ECB">
          <w:rPr>
            <w:noProof/>
            <w:webHidden/>
          </w:rPr>
          <w:fldChar w:fldCharType="begin"/>
        </w:r>
        <w:r w:rsidR="000C6ECB">
          <w:rPr>
            <w:noProof/>
            <w:webHidden/>
          </w:rPr>
          <w:instrText xml:space="preserve"> PAGEREF _Toc152587978 \h </w:instrText>
        </w:r>
        <w:r w:rsidR="000C6ECB">
          <w:rPr>
            <w:noProof/>
            <w:webHidden/>
          </w:rPr>
        </w:r>
        <w:r w:rsidR="000C6ECB">
          <w:rPr>
            <w:noProof/>
            <w:webHidden/>
          </w:rPr>
          <w:fldChar w:fldCharType="separate"/>
        </w:r>
        <w:r w:rsidR="000C6ECB">
          <w:rPr>
            <w:noProof/>
            <w:webHidden/>
          </w:rPr>
          <w:t>15</w:t>
        </w:r>
        <w:r w:rsidR="000C6ECB">
          <w:rPr>
            <w:noProof/>
            <w:webHidden/>
          </w:rPr>
          <w:fldChar w:fldCharType="end"/>
        </w:r>
      </w:hyperlink>
    </w:p>
    <w:p w14:paraId="5EA572BD" w14:textId="2D973DD7" w:rsidR="000C6ECB" w:rsidRDefault="000D02EA">
      <w:pPr>
        <w:pStyle w:val="Obsah2"/>
        <w:rPr>
          <w:rFonts w:asciiTheme="minorHAnsi" w:eastAsiaTheme="minorEastAsia" w:hAnsiTheme="minorHAnsi"/>
          <w:noProof/>
          <w:spacing w:val="0"/>
          <w:kern w:val="2"/>
          <w:sz w:val="22"/>
          <w:szCs w:val="22"/>
          <w:lang w:eastAsia="cs-CZ"/>
          <w14:ligatures w14:val="standardContextual"/>
        </w:rPr>
      </w:pPr>
      <w:hyperlink w:anchor="_Toc152587979" w:history="1">
        <w:r w:rsidR="000C6ECB" w:rsidRPr="001148AF">
          <w:rPr>
            <w:rStyle w:val="Hypertextovodkaz"/>
            <w:rFonts w:asciiTheme="majorHAnsi" w:hAnsiTheme="majorHAnsi"/>
          </w:rPr>
          <w:t>4.7</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Materiál dodávaný objednatelem (mimo CNM)</w:t>
        </w:r>
        <w:r w:rsidR="000C6ECB">
          <w:rPr>
            <w:noProof/>
            <w:webHidden/>
          </w:rPr>
          <w:tab/>
        </w:r>
        <w:r w:rsidR="000C6ECB">
          <w:rPr>
            <w:noProof/>
            <w:webHidden/>
          </w:rPr>
          <w:fldChar w:fldCharType="begin"/>
        </w:r>
        <w:r w:rsidR="000C6ECB">
          <w:rPr>
            <w:noProof/>
            <w:webHidden/>
          </w:rPr>
          <w:instrText xml:space="preserve"> PAGEREF _Toc152587979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0C2FA6FD" w14:textId="1DA20A83"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0" w:history="1">
        <w:r w:rsidR="000C6ECB" w:rsidRPr="001148AF">
          <w:rPr>
            <w:rStyle w:val="Hypertextovodkaz"/>
          </w:rPr>
          <w:t>5.</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ORGANIZACE VÝSTAVBY, VÝLUKY</w:t>
        </w:r>
        <w:r w:rsidR="000C6ECB">
          <w:rPr>
            <w:noProof/>
            <w:webHidden/>
          </w:rPr>
          <w:tab/>
        </w:r>
        <w:r w:rsidR="000C6ECB">
          <w:rPr>
            <w:noProof/>
            <w:webHidden/>
          </w:rPr>
          <w:fldChar w:fldCharType="begin"/>
        </w:r>
        <w:r w:rsidR="000C6ECB">
          <w:rPr>
            <w:noProof/>
            <w:webHidden/>
          </w:rPr>
          <w:instrText xml:space="preserve"> PAGEREF _Toc152587980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1B25E1B9" w14:textId="1A0EB361"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1" w:history="1">
        <w:r w:rsidR="000C6ECB" w:rsidRPr="001148AF">
          <w:rPr>
            <w:rStyle w:val="Hypertextovodkaz"/>
          </w:rPr>
          <w:t>6.</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SOUVISEJÍCÍ DOKUMENTY A PŘEDPISY</w:t>
        </w:r>
        <w:r w:rsidR="000C6ECB">
          <w:rPr>
            <w:noProof/>
            <w:webHidden/>
          </w:rPr>
          <w:tab/>
        </w:r>
        <w:r w:rsidR="000C6ECB">
          <w:rPr>
            <w:noProof/>
            <w:webHidden/>
          </w:rPr>
          <w:fldChar w:fldCharType="begin"/>
        </w:r>
        <w:r w:rsidR="000C6ECB">
          <w:rPr>
            <w:noProof/>
            <w:webHidden/>
          </w:rPr>
          <w:instrText xml:space="preserve"> PAGEREF _Toc152587981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17513753" w14:textId="578A3EBC" w:rsidR="000C6ECB" w:rsidRDefault="000D02EA">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2" w:history="1">
        <w:r w:rsidR="000C6ECB" w:rsidRPr="001148AF">
          <w:rPr>
            <w:rStyle w:val="Hypertextovodkaz"/>
          </w:rPr>
          <w:t>7.</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PŘÍLOHY</w:t>
        </w:r>
        <w:r w:rsidR="000C6ECB">
          <w:rPr>
            <w:noProof/>
            <w:webHidden/>
          </w:rPr>
          <w:tab/>
        </w:r>
        <w:r w:rsidR="000C6ECB">
          <w:rPr>
            <w:noProof/>
            <w:webHidden/>
          </w:rPr>
          <w:fldChar w:fldCharType="begin"/>
        </w:r>
        <w:r w:rsidR="000C6ECB">
          <w:rPr>
            <w:noProof/>
            <w:webHidden/>
          </w:rPr>
          <w:instrText xml:space="preserve"> PAGEREF _Toc152587982 \h </w:instrText>
        </w:r>
        <w:r w:rsidR="000C6ECB">
          <w:rPr>
            <w:noProof/>
            <w:webHidden/>
          </w:rPr>
        </w:r>
        <w:r w:rsidR="000C6ECB">
          <w:rPr>
            <w:noProof/>
            <w:webHidden/>
          </w:rPr>
          <w:fldChar w:fldCharType="separate"/>
        </w:r>
        <w:r w:rsidR="000C6ECB">
          <w:rPr>
            <w:noProof/>
            <w:webHidden/>
          </w:rPr>
          <w:t>18</w:t>
        </w:r>
        <w:r w:rsidR="000C6ECB">
          <w:rPr>
            <w:noProof/>
            <w:webHidden/>
          </w:rPr>
          <w:fldChar w:fldCharType="end"/>
        </w:r>
      </w:hyperlink>
    </w:p>
    <w:p w14:paraId="30D8D7FD" w14:textId="21C418B6" w:rsidR="00AD0C7B" w:rsidRDefault="00BD7E91" w:rsidP="008D03B9">
      <w:r>
        <w:fldChar w:fldCharType="end"/>
      </w:r>
    </w:p>
    <w:p w14:paraId="5E492BC7" w14:textId="77777777" w:rsidR="00AD0C7B" w:rsidRDefault="00AD0C7B" w:rsidP="00DA1C67">
      <w:pPr>
        <w:pStyle w:val="Nadpisbezsl1-1"/>
        <w:outlineLvl w:val="0"/>
      </w:pPr>
      <w:bookmarkStart w:id="1" w:name="_Toc152587963"/>
      <w:bookmarkStart w:id="2" w:name="_Toc13731854"/>
      <w:r>
        <w:t>SEZNAM ZKRATEK</w:t>
      </w:r>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C6ECB" w:rsidRPr="00AD0C7B" w14:paraId="53B777DA" w14:textId="77777777" w:rsidTr="00041EC8">
        <w:tc>
          <w:tcPr>
            <w:tcW w:w="1250" w:type="dxa"/>
            <w:tcMar>
              <w:top w:w="28" w:type="dxa"/>
              <w:left w:w="0" w:type="dxa"/>
              <w:bottom w:w="28" w:type="dxa"/>
              <w:right w:w="0" w:type="dxa"/>
            </w:tcMar>
          </w:tcPr>
          <w:p w14:paraId="526E077D" w14:textId="0C8D7BFE" w:rsidR="000C6ECB" w:rsidRPr="00AD0C7B" w:rsidRDefault="000C6ECB" w:rsidP="000C6ECB">
            <w:pPr>
              <w:pStyle w:val="Zkratky1"/>
            </w:pPr>
            <w:r>
              <w:t xml:space="preserve">ESD </w:t>
            </w:r>
            <w:r>
              <w:tab/>
            </w:r>
          </w:p>
        </w:tc>
        <w:tc>
          <w:tcPr>
            <w:tcW w:w="7452" w:type="dxa"/>
            <w:tcMar>
              <w:top w:w="28" w:type="dxa"/>
              <w:left w:w="0" w:type="dxa"/>
              <w:bottom w:w="28" w:type="dxa"/>
              <w:right w:w="0" w:type="dxa"/>
            </w:tcMar>
          </w:tcPr>
          <w:p w14:paraId="62222A23" w14:textId="1C4B2093" w:rsidR="000C6ECB" w:rsidRPr="006115D3" w:rsidRDefault="000C6ECB" w:rsidP="000C6ECB">
            <w:pPr>
              <w:pStyle w:val="Zkratky2"/>
            </w:pPr>
            <w:r>
              <w:t>Elektronický stavební deník</w:t>
            </w:r>
          </w:p>
        </w:tc>
      </w:tr>
      <w:tr w:rsidR="000C6ECB" w:rsidRPr="00AD0C7B" w14:paraId="0C196FA9" w14:textId="77777777" w:rsidTr="00041EC8">
        <w:tc>
          <w:tcPr>
            <w:tcW w:w="1250" w:type="dxa"/>
            <w:tcMar>
              <w:top w:w="28" w:type="dxa"/>
              <w:left w:w="0" w:type="dxa"/>
              <w:bottom w:w="28" w:type="dxa"/>
              <w:right w:w="0" w:type="dxa"/>
            </w:tcMar>
          </w:tcPr>
          <w:p w14:paraId="407DB8B1" w14:textId="300F0CDB" w:rsidR="000C6ECB" w:rsidRPr="00AD0C7B" w:rsidRDefault="000C6ECB" w:rsidP="000C6ECB">
            <w:pPr>
              <w:pStyle w:val="Zkratky1"/>
            </w:pPr>
            <w:r>
              <w:t xml:space="preserve">D+B ………… </w:t>
            </w:r>
          </w:p>
        </w:tc>
        <w:tc>
          <w:tcPr>
            <w:tcW w:w="7452" w:type="dxa"/>
            <w:tcMar>
              <w:top w:w="28" w:type="dxa"/>
              <w:left w:w="0" w:type="dxa"/>
              <w:bottom w:w="28" w:type="dxa"/>
              <w:right w:w="0" w:type="dxa"/>
            </w:tcMar>
          </w:tcPr>
          <w:p w14:paraId="3223379E" w14:textId="09D392FF" w:rsidR="000C6ECB" w:rsidRPr="006115D3" w:rsidRDefault="000C6ECB" w:rsidP="000C6ECB">
            <w:pPr>
              <w:pStyle w:val="Zkratky2"/>
            </w:pPr>
            <w:r w:rsidRPr="005170AC">
              <w:t>Design &amp; Build (zadání stavby v režimu – „vyprojektuj a postav“)</w:t>
            </w:r>
          </w:p>
        </w:tc>
      </w:tr>
      <w:tr w:rsidR="000C6ECB" w:rsidRPr="00AD0C7B" w14:paraId="76DD89FC" w14:textId="77777777" w:rsidTr="00041EC8">
        <w:tc>
          <w:tcPr>
            <w:tcW w:w="1250" w:type="dxa"/>
            <w:tcMar>
              <w:top w:w="28" w:type="dxa"/>
              <w:left w:w="0" w:type="dxa"/>
              <w:bottom w:w="28" w:type="dxa"/>
              <w:right w:w="0" w:type="dxa"/>
            </w:tcMar>
          </w:tcPr>
          <w:p w14:paraId="46DD4FE8" w14:textId="60D2699F" w:rsidR="000C6ECB" w:rsidRPr="00AD0C7B" w:rsidRDefault="000C6ECB" w:rsidP="000C6ECB">
            <w:pPr>
              <w:pStyle w:val="Zkratky1"/>
            </w:pPr>
            <w:r>
              <w:t xml:space="preserve">OUA ………... </w:t>
            </w:r>
          </w:p>
        </w:tc>
        <w:tc>
          <w:tcPr>
            <w:tcW w:w="7452" w:type="dxa"/>
            <w:tcMar>
              <w:top w:w="28" w:type="dxa"/>
              <w:left w:w="0" w:type="dxa"/>
              <w:bottom w:w="28" w:type="dxa"/>
              <w:right w:w="0" w:type="dxa"/>
            </w:tcMar>
          </w:tcPr>
          <w:p w14:paraId="02C5BC82" w14:textId="032AEFD4" w:rsidR="000C6ECB" w:rsidRPr="006115D3" w:rsidRDefault="000C6ECB" w:rsidP="000C6ECB">
            <w:pPr>
              <w:pStyle w:val="Zkratky2"/>
            </w:pPr>
            <w:r>
              <w:t>Opravné a údržbové akce</w:t>
            </w:r>
          </w:p>
        </w:tc>
      </w:tr>
      <w:tr w:rsidR="000C6ECB" w:rsidRPr="00AD0C7B" w14:paraId="2589B206" w14:textId="77777777" w:rsidTr="00405E38">
        <w:tc>
          <w:tcPr>
            <w:tcW w:w="1250" w:type="dxa"/>
            <w:tcMar>
              <w:top w:w="28" w:type="dxa"/>
              <w:left w:w="0" w:type="dxa"/>
              <w:bottom w:w="28" w:type="dxa"/>
              <w:right w:w="0" w:type="dxa"/>
            </w:tcMar>
          </w:tcPr>
          <w:p w14:paraId="0C947373" w14:textId="77777777" w:rsidR="000C6ECB" w:rsidRPr="00AD0C7B" w:rsidRDefault="000C6ECB" w:rsidP="00405E38">
            <w:pPr>
              <w:pStyle w:val="Zkratky1"/>
            </w:pPr>
            <w:r>
              <w:t>ÚMVŽST……</w:t>
            </w:r>
          </w:p>
        </w:tc>
        <w:tc>
          <w:tcPr>
            <w:tcW w:w="7452" w:type="dxa"/>
            <w:tcMar>
              <w:top w:w="28" w:type="dxa"/>
              <w:left w:w="0" w:type="dxa"/>
              <w:bottom w:w="28" w:type="dxa"/>
              <w:right w:w="0" w:type="dxa"/>
            </w:tcMar>
          </w:tcPr>
          <w:p w14:paraId="361DBAF9" w14:textId="77777777" w:rsidR="000C6ECB" w:rsidRPr="00F92E3A" w:rsidRDefault="000C6ECB" w:rsidP="00405E38">
            <w:pPr>
              <w:pStyle w:val="Zkratky2"/>
            </w:pPr>
            <w:r w:rsidRPr="00F92E3A">
              <w:t>Úprava majetkových vztahů v železničních stanicích</w:t>
            </w:r>
          </w:p>
          <w:p w14:paraId="2D9AC524" w14:textId="77777777" w:rsidR="000C6ECB" w:rsidRPr="006115D3" w:rsidRDefault="000C6ECB" w:rsidP="00405E38">
            <w:pPr>
              <w:pStyle w:val="Zkratky2"/>
            </w:pPr>
          </w:p>
        </w:tc>
      </w:tr>
      <w:tr w:rsidR="000C6ECB" w:rsidRPr="00AD0C7B" w14:paraId="00D369DE" w14:textId="77777777" w:rsidTr="00041EC8">
        <w:tc>
          <w:tcPr>
            <w:tcW w:w="1250" w:type="dxa"/>
            <w:tcMar>
              <w:top w:w="28" w:type="dxa"/>
              <w:left w:w="0" w:type="dxa"/>
              <w:bottom w:w="28" w:type="dxa"/>
              <w:right w:w="0" w:type="dxa"/>
            </w:tcMar>
          </w:tcPr>
          <w:p w14:paraId="201A7949" w14:textId="77777777" w:rsidR="000C6ECB" w:rsidRDefault="000C6ECB" w:rsidP="000C6ECB">
            <w:pPr>
              <w:pStyle w:val="Zkratky1"/>
            </w:pPr>
          </w:p>
        </w:tc>
        <w:tc>
          <w:tcPr>
            <w:tcW w:w="7452" w:type="dxa"/>
            <w:tcMar>
              <w:top w:w="28" w:type="dxa"/>
              <w:left w:w="0" w:type="dxa"/>
              <w:bottom w:w="28" w:type="dxa"/>
              <w:right w:w="0" w:type="dxa"/>
            </w:tcMar>
          </w:tcPr>
          <w:p w14:paraId="32ABB88B" w14:textId="77777777" w:rsidR="000C6ECB" w:rsidRDefault="000C6ECB" w:rsidP="000C6ECB">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4C1A1F78" w14:textId="77777777" w:rsidR="00AD0C7B" w:rsidRDefault="00AD0C7B" w:rsidP="000F15F1">
            <w:pPr>
              <w:pStyle w:val="Zkratky2"/>
            </w:pPr>
          </w:p>
          <w:p w14:paraId="00DEEDA4" w14:textId="77777777" w:rsidR="000C6ECB" w:rsidRDefault="000C6ECB" w:rsidP="000F15F1">
            <w:pPr>
              <w:pStyle w:val="Zkratky2"/>
            </w:pPr>
          </w:p>
          <w:p w14:paraId="767275CF" w14:textId="77777777" w:rsidR="000C6ECB" w:rsidRDefault="000C6ECB" w:rsidP="000F15F1">
            <w:pPr>
              <w:pStyle w:val="Zkratky2"/>
            </w:pPr>
          </w:p>
          <w:p w14:paraId="171E3D34" w14:textId="77777777" w:rsidR="000C6ECB" w:rsidRDefault="000C6ECB" w:rsidP="000F15F1">
            <w:pPr>
              <w:pStyle w:val="Zkratky2"/>
            </w:pPr>
          </w:p>
          <w:p w14:paraId="6DD2B391" w14:textId="77777777" w:rsidR="000C6ECB" w:rsidRDefault="000C6ECB" w:rsidP="000F15F1">
            <w:pPr>
              <w:pStyle w:val="Zkratky2"/>
            </w:pPr>
          </w:p>
          <w:p w14:paraId="7116D0D9" w14:textId="77777777" w:rsidR="000C6ECB" w:rsidRDefault="000C6ECB" w:rsidP="000F15F1">
            <w:pPr>
              <w:pStyle w:val="Zkratky2"/>
            </w:pPr>
          </w:p>
          <w:p w14:paraId="4FB2829F" w14:textId="77777777" w:rsidR="000C6ECB" w:rsidRDefault="000C6ECB" w:rsidP="000F15F1">
            <w:pPr>
              <w:pStyle w:val="Zkratky2"/>
            </w:pPr>
          </w:p>
          <w:p w14:paraId="23AF1005" w14:textId="77777777" w:rsidR="000C6ECB" w:rsidRDefault="000C6ECB" w:rsidP="000F15F1">
            <w:pPr>
              <w:pStyle w:val="Zkratky2"/>
            </w:pPr>
          </w:p>
          <w:p w14:paraId="38BCD464" w14:textId="77777777" w:rsidR="000C6ECB" w:rsidRDefault="000C6ECB" w:rsidP="000F15F1">
            <w:pPr>
              <w:pStyle w:val="Zkratky2"/>
            </w:pPr>
          </w:p>
          <w:p w14:paraId="7C6EE98F" w14:textId="77777777" w:rsidR="000C6ECB" w:rsidRDefault="000C6ECB" w:rsidP="000F15F1">
            <w:pPr>
              <w:pStyle w:val="Zkratky2"/>
            </w:pPr>
          </w:p>
          <w:p w14:paraId="64A4C071" w14:textId="77777777" w:rsidR="000C6ECB" w:rsidRDefault="000C6ECB" w:rsidP="000F15F1">
            <w:pPr>
              <w:pStyle w:val="Zkratky2"/>
            </w:pPr>
          </w:p>
          <w:p w14:paraId="1C017B5E" w14:textId="77777777" w:rsidR="000C6ECB" w:rsidRDefault="000C6ECB" w:rsidP="000F15F1">
            <w:pPr>
              <w:pStyle w:val="Zkratky2"/>
            </w:pPr>
          </w:p>
          <w:p w14:paraId="090E50D7" w14:textId="77777777" w:rsidR="000C6ECB" w:rsidRDefault="000C6ECB" w:rsidP="000F15F1">
            <w:pPr>
              <w:pStyle w:val="Zkratky2"/>
            </w:pPr>
          </w:p>
          <w:p w14:paraId="277C4B94" w14:textId="77777777" w:rsidR="000C6ECB" w:rsidRDefault="000C6ECB" w:rsidP="000F15F1">
            <w:pPr>
              <w:pStyle w:val="Zkratky2"/>
            </w:pPr>
          </w:p>
          <w:p w14:paraId="21CF2BF8" w14:textId="77777777" w:rsidR="000C6ECB" w:rsidRDefault="000C6ECB" w:rsidP="000F15F1">
            <w:pPr>
              <w:pStyle w:val="Zkratky2"/>
            </w:pPr>
          </w:p>
          <w:p w14:paraId="1DB940FA" w14:textId="77777777" w:rsidR="000C6ECB" w:rsidRPr="006115D3" w:rsidRDefault="000C6ECB" w:rsidP="000F15F1">
            <w:pPr>
              <w:pStyle w:val="Zkratky2"/>
            </w:pPr>
          </w:p>
        </w:tc>
      </w:tr>
    </w:tbl>
    <w:p w14:paraId="78B680FB" w14:textId="77777777" w:rsidR="00F92E3A" w:rsidRDefault="00F92E3A" w:rsidP="003B0494">
      <w:pPr>
        <w:pStyle w:val="Nadpisbezsl1-1"/>
        <w:outlineLvl w:val="0"/>
      </w:pPr>
      <w:bookmarkStart w:id="3" w:name="_Toc152587964"/>
      <w:r w:rsidRPr="00F92E3A">
        <w:lastRenderedPageBreak/>
        <w:t>Pojmy a definice</w:t>
      </w:r>
      <w:bookmarkEnd w:id="3"/>
    </w:p>
    <w:p w14:paraId="564752E2" w14:textId="2C5FB337"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280695">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1896DFCB" w:rsidR="00F92E3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w:t>
      </w:r>
      <w:r w:rsidR="00A861B4">
        <w:rPr>
          <w:sz w:val="18"/>
          <w:szCs w:val="18"/>
        </w:rPr>
        <w:t>i</w:t>
      </w:r>
      <w:r w:rsidRPr="005D336A">
        <w:rPr>
          <w:sz w:val="18"/>
          <w:szCs w:val="18"/>
        </w:rPr>
        <w:t xml:space="preserve"> pro provádění stavby (PDPS).</w:t>
      </w:r>
    </w:p>
    <w:p w14:paraId="05CA276B" w14:textId="77777777" w:rsidR="000C6ECB" w:rsidRPr="000C6ECB" w:rsidRDefault="000C6ECB" w:rsidP="000C6ECB">
      <w:pPr>
        <w:pStyle w:val="Odstavecseseznamem"/>
        <w:rPr>
          <w:sz w:val="18"/>
          <w:szCs w:val="18"/>
        </w:rPr>
      </w:pPr>
    </w:p>
    <w:p w14:paraId="622DC103" w14:textId="74CB2B8F" w:rsidR="000C6ECB" w:rsidRDefault="000C6ECB" w:rsidP="00517E5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Pr>
          <w:sz w:val="18"/>
          <w:szCs w:val="18"/>
        </w:rPr>
        <w:t xml:space="preserve"> </w:t>
      </w:r>
      <w:r w:rsidRPr="00837668">
        <w:rPr>
          <w:sz w:val="18"/>
          <w:szCs w:val="18"/>
        </w:rPr>
        <w:t>z veřejného rozpočtu, které provádí Zhotovitel, zajistit technický dozor stavebníka (dále jen „TDS“) nad prováděním Díla dle § 152 odst. (4) zákona č. 183/2006 Sb. Funkce</w:t>
      </w:r>
      <w:r>
        <w:rPr>
          <w:sz w:val="18"/>
          <w:szCs w:val="18"/>
        </w:rPr>
        <w:t xml:space="preserve"> </w:t>
      </w:r>
      <w:r w:rsidRPr="00837668">
        <w:rPr>
          <w:sz w:val="18"/>
          <w:szCs w:val="18"/>
        </w:rPr>
        <w:t>technický dozor stavebníka není totožná s funkcí stavební dozor dle § 2 odst. (2) písm. d) stavebního zákona</w:t>
      </w:r>
    </w:p>
    <w:p w14:paraId="7F7A5D56" w14:textId="77777777" w:rsidR="000C6ECB" w:rsidRPr="000C6ECB" w:rsidRDefault="000C6ECB" w:rsidP="000C6ECB">
      <w:pPr>
        <w:pStyle w:val="Odstavecseseznamem"/>
        <w:rPr>
          <w:sz w:val="18"/>
          <w:szCs w:val="18"/>
        </w:rPr>
      </w:pPr>
    </w:p>
    <w:p w14:paraId="3B7FA086" w14:textId="2D59F20F" w:rsidR="000C6ECB" w:rsidRPr="005D336A" w:rsidRDefault="000C6ECB" w:rsidP="00517E55">
      <w:pPr>
        <w:pStyle w:val="Odstavecseseznamem"/>
        <w:numPr>
          <w:ilvl w:val="0"/>
          <w:numId w:val="18"/>
        </w:numPr>
        <w:autoSpaceDE w:val="0"/>
        <w:autoSpaceDN w:val="0"/>
        <w:adjustRightInd w:val="0"/>
        <w:spacing w:after="0" w:line="240" w:lineRule="auto"/>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oddíly, články a podčlánky</w:t>
      </w:r>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4" w:name="_Toc6410429"/>
      <w:bookmarkStart w:id="5" w:name="_Toc152587965"/>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05AE8C5C" w14:textId="77777777" w:rsidR="00DF7BAA" w:rsidRDefault="00DF7BAA" w:rsidP="00DF7BAA">
      <w:pPr>
        <w:pStyle w:val="Nadpis2-2"/>
      </w:pPr>
      <w:bookmarkStart w:id="11" w:name="_Toc6410430"/>
      <w:bookmarkStart w:id="12" w:name="_Toc152587966"/>
      <w:r>
        <w:t>Účel a rozsah předmětu Díla</w:t>
      </w:r>
      <w:bookmarkEnd w:id="11"/>
      <w:bookmarkEnd w:id="12"/>
    </w:p>
    <w:p w14:paraId="144B4FC2" w14:textId="0A71F036" w:rsidR="00DF7BAA" w:rsidRPr="00A16611" w:rsidRDefault="00DF7BAA" w:rsidP="00DF7BAA">
      <w:pPr>
        <w:pStyle w:val="Text2-1"/>
      </w:pPr>
      <w:r w:rsidRPr="00A16611">
        <w:t>Předmětem díla je zhotovení stavby</w:t>
      </w:r>
      <w:r w:rsidR="00280695">
        <w:t xml:space="preserve"> – </w:t>
      </w:r>
      <w:r w:rsidR="000C6ECB">
        <w:t xml:space="preserve">provedení </w:t>
      </w:r>
      <w:r w:rsidR="00280695">
        <w:t>stavebních prací pod názvem</w:t>
      </w:r>
      <w:r w:rsidRPr="00A16611">
        <w:t xml:space="preserve"> </w:t>
      </w:r>
      <w:r w:rsidR="00251CE3" w:rsidRPr="002126AD">
        <w:rPr>
          <w:b/>
        </w:rPr>
        <w:t>„</w:t>
      </w:r>
      <w:r w:rsidR="00251CE3" w:rsidRPr="00667543">
        <w:t>Údržba</w:t>
      </w:r>
      <w:r w:rsidR="00251CE3">
        <w:t xml:space="preserve">, </w:t>
      </w:r>
      <w:r w:rsidR="00251CE3" w:rsidRPr="00667543">
        <w:t xml:space="preserve">opravy </w:t>
      </w:r>
      <w:r w:rsidR="00251CE3">
        <w:t>a odstraňování závad u SPS v obvodu OŘ Ostrava rok 2024 - provozní pozemní objekty“</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251CE3">
        <w:t xml:space="preserve">pozemních objektech </w:t>
      </w:r>
      <w:r w:rsidR="008825BA">
        <w:t>za</w:t>
      </w:r>
      <w:r w:rsidR="00280695">
        <w:t xml:space="preserve"> účelem zajištění bezpečného a provozuschopného stavu železniční dopravní infrastruktury. </w:t>
      </w:r>
      <w:r w:rsidR="00280695" w:rsidRPr="00A16611">
        <w:t xml:space="preserve"> </w:t>
      </w:r>
    </w:p>
    <w:p w14:paraId="29AAB0CD" w14:textId="34BE1920" w:rsidR="00E70AB8" w:rsidRPr="00517E55" w:rsidRDefault="00A16611" w:rsidP="00F52698">
      <w:pPr>
        <w:pStyle w:val="Text2-1"/>
      </w:pPr>
      <w:r w:rsidRPr="00517E55">
        <w:t xml:space="preserve">Rozsah Díla </w:t>
      </w:r>
      <w:r w:rsidR="00251CE3" w:rsidRPr="002126AD">
        <w:rPr>
          <w:b/>
        </w:rPr>
        <w:t>„</w:t>
      </w:r>
      <w:r w:rsidR="00251CE3" w:rsidRPr="00667543">
        <w:t>Údržba</w:t>
      </w:r>
      <w:r w:rsidR="00251CE3">
        <w:t xml:space="preserve">, </w:t>
      </w:r>
      <w:r w:rsidR="00251CE3" w:rsidRPr="00667543">
        <w:t xml:space="preserve">opravy </w:t>
      </w:r>
      <w:r w:rsidR="00251CE3">
        <w:t>a odstraňování závad u SPS v obvodu OŘ Ostrava rok 2024 - provozní pozemní objekty“</w:t>
      </w:r>
      <w:r w:rsidRPr="00517E55">
        <w:t xml:space="preserve"> </w:t>
      </w:r>
      <w:r w:rsidR="00280695">
        <w:t>z hlediska věcného rozsahu a požadovaného množství (předpoklad) uveden v</w:t>
      </w:r>
      <w:r w:rsidR="000C6ECB">
        <w:t> Bližší specifikaci díla (Díl 2_2 Zadávací dokumentace) a F</w:t>
      </w:r>
      <w:r w:rsidR="00280695">
        <w:t>ormulář</w:t>
      </w:r>
      <w:r w:rsidR="000C6ECB">
        <w:t>i</w:t>
      </w:r>
      <w:r w:rsidR="00280695">
        <w:t xml:space="preserve"> pro cenovou nabídku (</w:t>
      </w:r>
      <w:r w:rsidR="000C6ECB">
        <w:t>Díl 2_3a</w:t>
      </w:r>
      <w:r w:rsidR="00A861B4">
        <w:t xml:space="preserve"> </w:t>
      </w:r>
      <w:r w:rsidR="00280695">
        <w:t>Zadávací dokumentace</w:t>
      </w:r>
      <w:r w:rsidR="000C6ECB">
        <w:t xml:space="preserve">). </w:t>
      </w:r>
      <w:r w:rsidR="000C6ECB" w:rsidRPr="00883327">
        <w:t>Přesný rozsah Díla bude stanoven až na základě dílčích smluv – objednávek (dále jen „Objednávky“) zadávaných v souladu s rámcovou dohodou.</w:t>
      </w:r>
    </w:p>
    <w:p w14:paraId="79B5C973" w14:textId="77777777" w:rsidR="00DF7BAA" w:rsidRDefault="00DF7BAA" w:rsidP="00DF7BAA">
      <w:pPr>
        <w:pStyle w:val="Nadpis2-2"/>
      </w:pPr>
      <w:bookmarkStart w:id="13" w:name="_Toc6410431"/>
      <w:bookmarkStart w:id="14" w:name="_Toc152587967"/>
      <w:r>
        <w:t>Umístění stavby</w:t>
      </w:r>
      <w:bookmarkEnd w:id="13"/>
      <w:bookmarkEnd w:id="14"/>
    </w:p>
    <w:p w14:paraId="4DFE4759" w14:textId="37BD844E"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251CE3" w:rsidRPr="00547136">
        <w:t>Správy pozemních staveb</w:t>
      </w:r>
      <w:r w:rsidR="00251CE3">
        <w:t xml:space="preserve"> (SPS), </w:t>
      </w:r>
      <w:r w:rsidR="00280695">
        <w:t>Oblastního ředitelství Ostrava</w:t>
      </w:r>
      <w:r w:rsidR="000C6ECB">
        <w:t xml:space="preserve"> s vymezenou oblastí Ostrava nebo Olomouc, </w:t>
      </w:r>
      <w:r w:rsidR="000C6ECB" w:rsidRPr="00837668">
        <w:t>jehož vymezení je stanoveno v dalších částech Zadávací dokumentace</w:t>
      </w:r>
      <w:r w:rsidR="000C6ECB" w:rsidRPr="00883327">
        <w:t>.</w:t>
      </w:r>
      <w:r w:rsidR="000C6ECB" w:rsidRPr="00837668">
        <w:t xml:space="preserve"> </w:t>
      </w:r>
      <w:r w:rsidR="000C6ECB" w:rsidRPr="00883327">
        <w:t>Přesné vymezení místa plnění bude stanoveno v Objednávce při zadávání dílčích veřejných zakázek zadávaných v souladu s rámcovou dohodou.</w:t>
      </w:r>
    </w:p>
    <w:p w14:paraId="481509A7" w14:textId="77777777" w:rsidR="00DF7BAA" w:rsidRDefault="00DF7BAA" w:rsidP="00DF7BAA">
      <w:pPr>
        <w:pStyle w:val="Nadpis2-1"/>
      </w:pPr>
      <w:bookmarkStart w:id="15" w:name="_Toc6410432"/>
      <w:bookmarkStart w:id="16" w:name="_Toc152587968"/>
      <w:r>
        <w:t>PŘEHLED VÝCHOZÍCH PODKLADŮ</w:t>
      </w:r>
      <w:bookmarkEnd w:id="15"/>
      <w:bookmarkEnd w:id="16"/>
    </w:p>
    <w:p w14:paraId="6A2039BC" w14:textId="77777777" w:rsidR="00DF7BAA" w:rsidRDefault="00DF7BAA" w:rsidP="00DF7BAA">
      <w:pPr>
        <w:pStyle w:val="Nadpis2-2"/>
      </w:pPr>
      <w:bookmarkStart w:id="17" w:name="_Toc6410433"/>
      <w:bookmarkStart w:id="18" w:name="_Toc152587969"/>
      <w:r>
        <w:t>Projektová dokumentace</w:t>
      </w:r>
      <w:bookmarkEnd w:id="17"/>
      <w:bookmarkEnd w:id="18"/>
    </w:p>
    <w:p w14:paraId="4D8E81F7" w14:textId="243EE8EA" w:rsidR="005E47F4" w:rsidRDefault="000C6ECB" w:rsidP="00615BEC">
      <w:pPr>
        <w:pStyle w:val="Text2-1"/>
      </w:pPr>
      <w:r>
        <w:t xml:space="preserve">Budou-li stavební práce zadávány na základě projektové dokumentace, bude tato předána před uzavřením Objednávky </w:t>
      </w:r>
      <w:bookmarkStart w:id="19" w:name="_Hlk144282388"/>
      <w:r>
        <w:t xml:space="preserve">při zadávání dílčích veřejných zakázek. </w:t>
      </w:r>
      <w:bookmarkEnd w:id="19"/>
      <w:r>
        <w:t>V ostatních případech bude řešeno formou Technické specifikace požadovaných stavebních prací, která bude nedílnou součástí Objednávky při zadávání dílčích veřejných zakázek zadávaných v souladu s rámcovou dohodou.</w:t>
      </w:r>
    </w:p>
    <w:p w14:paraId="52904154" w14:textId="77777777" w:rsidR="00DF7BAA" w:rsidRPr="00860F4E" w:rsidRDefault="00DF7BAA" w:rsidP="00DF7BAA">
      <w:pPr>
        <w:pStyle w:val="Nadpis2-2"/>
      </w:pPr>
      <w:bookmarkStart w:id="20" w:name="_Toc6410434"/>
      <w:bookmarkStart w:id="21" w:name="_Toc152587970"/>
      <w:r w:rsidRPr="00860F4E">
        <w:t>Související dokumentace</w:t>
      </w:r>
      <w:bookmarkEnd w:id="20"/>
      <w:bookmarkEnd w:id="21"/>
    </w:p>
    <w:p w14:paraId="0C10CA0D" w14:textId="77777777" w:rsidR="000C6ECB" w:rsidRPr="003D097F" w:rsidRDefault="000C6ECB" w:rsidP="000C6ECB">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2E44B641" w:rsidR="008170FD" w:rsidRDefault="000C6ECB" w:rsidP="000C6ECB">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rsidR="008170FD">
        <w:t xml:space="preserve"> </w:t>
      </w:r>
    </w:p>
    <w:p w14:paraId="68275920" w14:textId="77777777" w:rsidR="00DF7BAA" w:rsidRDefault="00DF7BAA" w:rsidP="00DF7BAA">
      <w:pPr>
        <w:pStyle w:val="Nadpis2-1"/>
      </w:pPr>
      <w:bookmarkStart w:id="22" w:name="_Toc6410435"/>
      <w:bookmarkStart w:id="23" w:name="_Toc152587971"/>
      <w:r>
        <w:t>KOORDINACE S JINÝMI STAVBAMI</w:t>
      </w:r>
      <w:bookmarkEnd w:id="22"/>
      <w:bookmarkEnd w:id="23"/>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4" w:name="_Toc6410436"/>
      <w:bookmarkStart w:id="25" w:name="_Toc152587972"/>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4"/>
      <w:bookmarkEnd w:id="25"/>
    </w:p>
    <w:p w14:paraId="6FD8A9DE" w14:textId="77777777" w:rsidR="00DF7BAA" w:rsidRDefault="00DF7BAA" w:rsidP="00DF7BAA">
      <w:pPr>
        <w:pStyle w:val="Nadpis2-2"/>
      </w:pPr>
      <w:bookmarkStart w:id="26" w:name="_Toc6410437"/>
      <w:bookmarkStart w:id="27" w:name="_Toc152587973"/>
      <w:r>
        <w:t>Všeobecně</w:t>
      </w:r>
      <w:bookmarkEnd w:id="26"/>
      <w:bookmarkEnd w:id="27"/>
    </w:p>
    <w:p w14:paraId="65532685" w14:textId="7DEBE4BF" w:rsidR="00700A8A" w:rsidRPr="00700A8A" w:rsidRDefault="000C6ECB" w:rsidP="00251CE3">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není-li v dílčí smlouvě (Objednávce) dohodnuto jinak</w:t>
      </w:r>
      <w:r w:rsidR="00700A8A" w:rsidRPr="00700A8A">
        <w:t>.</w:t>
      </w:r>
    </w:p>
    <w:p w14:paraId="6D100930" w14:textId="77777777" w:rsidR="000C6ECB" w:rsidRDefault="000C6ECB" w:rsidP="000C6ECB">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1B3D6B07" w14:textId="77777777" w:rsidR="000C6ECB" w:rsidRPr="003B0494" w:rsidRDefault="000C6ECB" w:rsidP="000C6ECB">
      <w:pPr>
        <w:pStyle w:val="Text2-2"/>
        <w:tabs>
          <w:tab w:val="clear" w:pos="5076"/>
          <w:tab w:val="num" w:pos="1701"/>
        </w:tabs>
        <w:ind w:left="1701"/>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1E3FB74C" w14:textId="77777777" w:rsidR="000C6ECB" w:rsidRPr="003B0494" w:rsidRDefault="000C6ECB" w:rsidP="000C6ECB">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0D67AA97" w14:textId="77777777" w:rsidR="000C6ECB" w:rsidRPr="003B0494" w:rsidRDefault="000C6ECB" w:rsidP="000C6ECB">
      <w:pPr>
        <w:pStyle w:val="Text2-2"/>
        <w:tabs>
          <w:tab w:val="clear" w:pos="5076"/>
          <w:tab w:val="num" w:pos="1701"/>
        </w:tabs>
        <w:ind w:left="1701"/>
      </w:pPr>
      <w:r w:rsidRPr="003B0494">
        <w:t xml:space="preserve">Čl. 1.7.3.2 TKP, odst. 1 se </w:t>
      </w:r>
      <w:r>
        <w:t>nepoužije.</w:t>
      </w:r>
    </w:p>
    <w:p w14:paraId="5D081D5F" w14:textId="77777777" w:rsidR="000C6ECB" w:rsidRPr="003B0494" w:rsidRDefault="000C6ECB" w:rsidP="000C6ECB">
      <w:pPr>
        <w:pStyle w:val="Text2-2"/>
        <w:tabs>
          <w:tab w:val="clear" w:pos="5076"/>
          <w:tab w:val="num" w:pos="1701"/>
        </w:tabs>
        <w:ind w:left="1701"/>
      </w:pPr>
      <w:r w:rsidRPr="003B0494">
        <w:t xml:space="preserve">Čl. </w:t>
      </w:r>
      <w:bookmarkStart w:id="29" w:name="_Hlk115950514"/>
      <w:r w:rsidRPr="003B0494">
        <w:t xml:space="preserve">1.7.3.2 TKP, odst. 7 </w:t>
      </w:r>
      <w:bookmarkEnd w:id="29"/>
      <w:r w:rsidRPr="003B0494">
        <w:t xml:space="preserve">se </w:t>
      </w:r>
      <w:r>
        <w:t>nepoužije</w:t>
      </w:r>
      <w:r w:rsidRPr="003B0494">
        <w:t>.</w:t>
      </w:r>
    </w:p>
    <w:p w14:paraId="1B5BC066" w14:textId="77777777" w:rsidR="000C6ECB" w:rsidRPr="003B0494" w:rsidRDefault="000C6ECB" w:rsidP="000C6ECB">
      <w:pPr>
        <w:pStyle w:val="Text2-2"/>
        <w:tabs>
          <w:tab w:val="clear" w:pos="5076"/>
          <w:tab w:val="num" w:pos="1701"/>
        </w:tabs>
        <w:ind w:left="1701"/>
      </w:pPr>
      <w:r w:rsidRPr="003B0494">
        <w:t>Čl. 1.7.3.3 TKP, odst. 1 se mění takto:</w:t>
      </w:r>
    </w:p>
    <w:p w14:paraId="29F0B856" w14:textId="77777777" w:rsidR="000C6ECB" w:rsidRDefault="000C6ECB" w:rsidP="000C6ECB">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12DC8653" w14:textId="77777777" w:rsidR="000C6ECB" w:rsidRPr="00F23487" w:rsidRDefault="000C6ECB" w:rsidP="000C6ECB">
      <w:pPr>
        <w:pStyle w:val="Text2-2"/>
        <w:tabs>
          <w:tab w:val="clear" w:pos="5076"/>
          <w:tab w:val="num" w:pos="1701"/>
        </w:tabs>
        <w:ind w:left="1701"/>
      </w:pPr>
      <w:r w:rsidRPr="00F23487">
        <w:t xml:space="preserve">V čl. 1.7.3.5 TKP, odst.1 se mění takto: </w:t>
      </w:r>
    </w:p>
    <w:p w14:paraId="3119D1C7" w14:textId="77777777" w:rsidR="000C6ECB" w:rsidRDefault="000C6ECB" w:rsidP="000C6ECB">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46919EE7" w14:textId="77777777" w:rsidR="000C6ECB" w:rsidRDefault="000C6ECB" w:rsidP="000C6ECB">
      <w:pPr>
        <w:pStyle w:val="Text2-2"/>
        <w:tabs>
          <w:tab w:val="clear" w:pos="5076"/>
          <w:tab w:val="num" w:pos="1701"/>
        </w:tabs>
        <w:ind w:left="1701"/>
      </w:pPr>
      <w:r w:rsidRPr="00EB6387">
        <w:t xml:space="preserve">V čl. 1.7.3.5 TKP, se </w:t>
      </w:r>
      <w:r>
        <w:t>nepoužijí</w:t>
      </w:r>
      <w:r w:rsidRPr="00EB6387">
        <w:t xml:space="preserve"> odstavce 5 a 6.</w:t>
      </w:r>
    </w:p>
    <w:p w14:paraId="5B89D510" w14:textId="77777777" w:rsidR="000C6ECB" w:rsidRDefault="000C6ECB" w:rsidP="000C6ECB">
      <w:pPr>
        <w:pStyle w:val="Text2-2"/>
        <w:tabs>
          <w:tab w:val="clear" w:pos="5076"/>
          <w:tab w:val="num" w:pos="1701"/>
        </w:tabs>
        <w:ind w:left="1701"/>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51BFBC26" w14:textId="77777777" w:rsidR="000C6ECB" w:rsidRPr="00F832AA" w:rsidRDefault="000C6ECB" w:rsidP="000C6ECB">
      <w:pPr>
        <w:pStyle w:val="Text2-2"/>
        <w:tabs>
          <w:tab w:val="clear" w:pos="5076"/>
          <w:tab w:val="num" w:pos="1701"/>
        </w:tabs>
        <w:ind w:left="1701"/>
      </w:pPr>
      <w:r w:rsidRPr="00F832AA">
        <w:t xml:space="preserve">Čl. 1.8.2 TKP, odst. 7 se </w:t>
      </w:r>
      <w:r>
        <w:t>nepoužije</w:t>
      </w:r>
      <w:r w:rsidRPr="00F832AA">
        <w:t>.</w:t>
      </w:r>
    </w:p>
    <w:p w14:paraId="43A1E8E1" w14:textId="77777777" w:rsidR="000C6ECB" w:rsidRPr="00F832AA" w:rsidRDefault="000C6ECB" w:rsidP="000C6ECB">
      <w:pPr>
        <w:pStyle w:val="Text2-2"/>
        <w:tabs>
          <w:tab w:val="clear" w:pos="5076"/>
          <w:tab w:val="num" w:pos="1701"/>
        </w:tabs>
        <w:ind w:left="1701"/>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356FC8DF" w14:textId="77777777" w:rsidR="000C6ECB" w:rsidRPr="00F832AA" w:rsidRDefault="000C6ECB" w:rsidP="000C6ECB">
      <w:pPr>
        <w:pStyle w:val="Text2-2"/>
        <w:tabs>
          <w:tab w:val="clear" w:pos="5076"/>
          <w:tab w:val="num" w:pos="1701"/>
        </w:tabs>
        <w:ind w:left="1701"/>
      </w:pPr>
      <w:r w:rsidRPr="00F832AA">
        <w:t>V čl. 1.9.2 TKP, odst. 3 se mění lhůta z 14 kalendářních dní na 7 kalendářních dní.</w:t>
      </w:r>
    </w:p>
    <w:p w14:paraId="1C79D148" w14:textId="77777777" w:rsidR="000C6ECB" w:rsidRPr="00F832AA" w:rsidRDefault="000C6ECB" w:rsidP="000C6ECB">
      <w:pPr>
        <w:pStyle w:val="Text2-2"/>
        <w:tabs>
          <w:tab w:val="clear" w:pos="5076"/>
          <w:tab w:val="num" w:pos="1701"/>
        </w:tabs>
        <w:ind w:left="1701"/>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085E6876" w14:textId="77777777" w:rsidR="000C6ECB" w:rsidRPr="001A001A" w:rsidRDefault="000C6ECB" w:rsidP="000C6ECB">
      <w:pPr>
        <w:pStyle w:val="Text2-2"/>
        <w:tabs>
          <w:tab w:val="clear" w:pos="5076"/>
          <w:tab w:val="num" w:pos="1701"/>
        </w:tabs>
        <w:ind w:left="1701"/>
      </w:pPr>
      <w:r w:rsidRPr="001A001A">
        <w:t xml:space="preserve">Čl. 1.9.2 TKP, odst. 7 se </w:t>
      </w:r>
      <w:r>
        <w:t>nepoužije</w:t>
      </w:r>
      <w:r w:rsidRPr="001A001A">
        <w:t>.</w:t>
      </w:r>
    </w:p>
    <w:p w14:paraId="28DA3E47" w14:textId="77777777" w:rsidR="000C6ECB" w:rsidRDefault="000C6ECB" w:rsidP="000C6ECB">
      <w:pPr>
        <w:pStyle w:val="Text2-2"/>
        <w:tabs>
          <w:tab w:val="clear" w:pos="5076"/>
          <w:tab w:val="num" w:pos="1701"/>
        </w:tabs>
        <w:ind w:left="1701"/>
      </w:pPr>
      <w:r>
        <w:t xml:space="preserve">Čl. 1.9.4 TKP, odst. 2 se mění takto: </w:t>
      </w:r>
    </w:p>
    <w:p w14:paraId="5793E13D" w14:textId="77777777" w:rsidR="000C6ECB" w:rsidRPr="00EB6387" w:rsidRDefault="000C6ECB" w:rsidP="000C6ECB">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5F34CAE2" w14:textId="77777777" w:rsidR="000C6ECB" w:rsidRPr="001A001A" w:rsidRDefault="000C6ECB" w:rsidP="000C6ECB">
      <w:pPr>
        <w:pStyle w:val="Text2-2"/>
        <w:tabs>
          <w:tab w:val="clear" w:pos="5076"/>
          <w:tab w:val="num" w:pos="1701"/>
        </w:tabs>
        <w:ind w:left="1701"/>
      </w:pPr>
      <w:r w:rsidRPr="001A001A">
        <w:t>Čl. 1.9.4 TKP, odst.5 se mění takto:</w:t>
      </w:r>
    </w:p>
    <w:p w14:paraId="07582542" w14:textId="77777777" w:rsidR="000C6ECB" w:rsidRDefault="000C6ECB" w:rsidP="000C6ECB">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5B9A10B1" w14:textId="77777777" w:rsidR="000C6ECB" w:rsidRPr="002E5B84" w:rsidRDefault="000C6ECB" w:rsidP="000C6ECB">
      <w:pPr>
        <w:pStyle w:val="Text2-2"/>
        <w:tabs>
          <w:tab w:val="clear" w:pos="5076"/>
          <w:tab w:val="num" w:pos="1701"/>
        </w:tabs>
        <w:ind w:left="1701"/>
      </w:pPr>
      <w:r w:rsidRPr="002E5B84">
        <w:t xml:space="preserve">V čl. </w:t>
      </w:r>
      <w:bookmarkStart w:id="34" w:name="_Hlk115953274"/>
      <w:r w:rsidRPr="002E5B84">
        <w:t xml:space="preserve">1.9.5.1 TKP, odst. 1, </w:t>
      </w:r>
      <w:bookmarkEnd w:id="34"/>
      <w:r w:rsidRPr="002E5B84">
        <w:t>písm. e) se mění lhůta z 21 dnů na 7 dnů.</w:t>
      </w:r>
    </w:p>
    <w:p w14:paraId="407F4D96" w14:textId="77777777" w:rsidR="000C6ECB" w:rsidRPr="002E5B84" w:rsidRDefault="000C6ECB" w:rsidP="000C6ECB">
      <w:pPr>
        <w:pStyle w:val="Text2-2"/>
        <w:tabs>
          <w:tab w:val="clear" w:pos="5076"/>
          <w:tab w:val="num" w:pos="1701"/>
        </w:tabs>
        <w:ind w:left="1701"/>
      </w:pPr>
      <w:r w:rsidRPr="002E5B84">
        <w:t>V čl. 1.10.5.2 TKP, odst. 3 se ruší text „… (zpravidla Stavební správa)“.</w:t>
      </w:r>
    </w:p>
    <w:p w14:paraId="6ED053EC" w14:textId="77777777" w:rsidR="000C6ECB" w:rsidRPr="002E5B84" w:rsidRDefault="000C6ECB" w:rsidP="000C6ECB">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49307C2B" w14:textId="77777777" w:rsidR="000C6ECB" w:rsidRPr="00DF7856" w:rsidRDefault="000C6ECB" w:rsidP="000C6ECB">
      <w:pPr>
        <w:pStyle w:val="Text2-2"/>
        <w:tabs>
          <w:tab w:val="clear" w:pos="5076"/>
          <w:tab w:val="num" w:pos="1701"/>
        </w:tabs>
        <w:ind w:left="1701"/>
      </w:pPr>
      <w:r w:rsidRPr="00DF7856">
        <w:t xml:space="preserve">Čl. 1.10.9.3 TKP, odst. 7 se </w:t>
      </w:r>
      <w:r>
        <w:t>nepoužije</w:t>
      </w:r>
      <w:r w:rsidRPr="00DF7856">
        <w:t>.</w:t>
      </w:r>
    </w:p>
    <w:p w14:paraId="64186C23" w14:textId="77777777" w:rsidR="000C6ECB" w:rsidRPr="00DF7856" w:rsidRDefault="000C6ECB" w:rsidP="000C6ECB">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17F977D9" w14:textId="77777777" w:rsidR="000C6ECB" w:rsidRPr="00DF7856" w:rsidRDefault="000C6ECB" w:rsidP="000C6ECB">
      <w:pPr>
        <w:pStyle w:val="Text2-2"/>
        <w:tabs>
          <w:tab w:val="clear" w:pos="5076"/>
          <w:tab w:val="num" w:pos="1701"/>
        </w:tabs>
        <w:ind w:left="1701"/>
      </w:pPr>
      <w:r w:rsidRPr="00DF7856">
        <w:t>V čl. 1.11.3 TKP, odst. 4, písm. d) se mění počet 4 souprav závěrových tabulek na 3 soupravy závěrových tabulek.</w:t>
      </w:r>
    </w:p>
    <w:p w14:paraId="58778058" w14:textId="77777777" w:rsidR="000C6ECB" w:rsidRDefault="000C6ECB" w:rsidP="000C6ECB">
      <w:pPr>
        <w:pStyle w:val="Text2-2"/>
        <w:tabs>
          <w:tab w:val="clear" w:pos="5076"/>
          <w:tab w:val="num" w:pos="1701"/>
        </w:tabs>
        <w:ind w:left="1701"/>
      </w:pPr>
      <w:r w:rsidRPr="00DF7856">
        <w:t>V čl. 1.11.3 TKP, odst. 4, písm. e) se mění takto:</w:t>
      </w:r>
    </w:p>
    <w:p w14:paraId="7B8398DD" w14:textId="77777777" w:rsidR="000C6ECB" w:rsidRDefault="000C6ECB" w:rsidP="000C6ECB">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28C61E1" w14:textId="77777777" w:rsidR="000C6ECB" w:rsidRPr="00DF7856" w:rsidRDefault="000C6ECB" w:rsidP="000C6ECB">
      <w:pPr>
        <w:pStyle w:val="Text2-2"/>
        <w:tabs>
          <w:tab w:val="clear" w:pos="5076"/>
          <w:tab w:val="num" w:pos="1701"/>
        </w:tabs>
        <w:ind w:left="1701"/>
      </w:pPr>
      <w:r w:rsidRPr="00DF7856">
        <w:t>V čl. 1.11.3 TKP, odst. 5, se mění lhůta z 45 dnů na 15 dnů</w:t>
      </w:r>
      <w:r>
        <w:t>.</w:t>
      </w:r>
    </w:p>
    <w:p w14:paraId="5E93B77F" w14:textId="77777777" w:rsidR="000C6ECB" w:rsidRPr="00DF7856" w:rsidRDefault="000C6ECB" w:rsidP="000C6ECB">
      <w:pPr>
        <w:pStyle w:val="Text2-2"/>
        <w:tabs>
          <w:tab w:val="clear" w:pos="5076"/>
          <w:tab w:val="num" w:pos="1701"/>
        </w:tabs>
        <w:ind w:left="1701"/>
      </w:pPr>
      <w:r w:rsidRPr="00DF7856">
        <w:t xml:space="preserve">V čl. 1.11.5 TKP, odst. 2 se vypouští text: </w:t>
      </w:r>
      <w:bookmarkStart w:id="35" w:name="_Hlk115869021"/>
      <w:r w:rsidRPr="00DF7856">
        <w:t>„…</w:t>
      </w:r>
      <w:bookmarkEnd w:id="35"/>
      <w:r w:rsidRPr="00DF7856">
        <w:t>a v podrobnostech směrnice SŽ SM011“</w:t>
      </w:r>
    </w:p>
    <w:p w14:paraId="63F37D45" w14:textId="77777777" w:rsidR="000C6ECB" w:rsidRPr="000C6ECB" w:rsidRDefault="000C6ECB" w:rsidP="000C6ECB">
      <w:pPr>
        <w:pStyle w:val="Text2-2"/>
        <w:tabs>
          <w:tab w:val="clear" w:pos="5076"/>
          <w:tab w:val="num" w:pos="1701"/>
        </w:tabs>
        <w:ind w:left="1701"/>
      </w:pPr>
      <w:bookmarkStart w:id="36" w:name="_Ref137828191"/>
      <w:r w:rsidRPr="000C6ECB">
        <w:t>Čl. 1.11.5.1 TKP, odst. 3 se mění takto:</w:t>
      </w:r>
      <w:bookmarkEnd w:id="36"/>
    </w:p>
    <w:p w14:paraId="0F19B3C2" w14:textId="2BE49B03" w:rsidR="000C6ECB" w:rsidRPr="000C6ECB" w:rsidRDefault="000C6ECB" w:rsidP="000C6ECB">
      <w:pPr>
        <w:pStyle w:val="Text2-2"/>
        <w:numPr>
          <w:ilvl w:val="0"/>
          <w:numId w:val="0"/>
        </w:numPr>
        <w:ind w:left="1701"/>
      </w:pPr>
      <w:r w:rsidRPr="000C6ECB">
        <w:t xml:space="preserve">Předání Dokumentace skutečného provedení stavby týkající se díla Zhotovitelem Objednateli proběhne </w:t>
      </w:r>
      <w:r w:rsidRPr="000C6ECB">
        <w:rPr>
          <w:b/>
        </w:rPr>
        <w:t>v listinné podobě ve třech vyhotoveních</w:t>
      </w:r>
      <w:r w:rsidRPr="000C6ECB">
        <w:t xml:space="preserve"> pro technickou část do 2 měsíců, pro souborné zpracování geodetické části do 2 měsíců a kompletní </w:t>
      </w:r>
      <w:r w:rsidRPr="000C6ECB">
        <w:rPr>
          <w:b/>
        </w:rPr>
        <w:t xml:space="preserve">dokumentace v elektronické podobě v rozsahu dle </w:t>
      </w:r>
      <w:proofErr w:type="gramStart"/>
      <w:r w:rsidRPr="000C6ECB">
        <w:rPr>
          <w:b/>
        </w:rPr>
        <w:t xml:space="preserve">čl. </w:t>
      </w:r>
      <w:r w:rsidRPr="000C6ECB">
        <w:rPr>
          <w:b/>
        </w:rPr>
        <w:fldChar w:fldCharType="begin"/>
      </w:r>
      <w:r w:rsidRPr="000C6ECB">
        <w:rPr>
          <w:b/>
        </w:rPr>
        <w:instrText xml:space="preserve"> REF _Ref137824493 \r \h </w:instrText>
      </w:r>
      <w:r>
        <w:rPr>
          <w:b/>
        </w:rPr>
        <w:instrText xml:space="preserve"> \* MERGEFORMAT </w:instrText>
      </w:r>
      <w:r w:rsidRPr="000C6ECB">
        <w:rPr>
          <w:b/>
        </w:rPr>
      </w:r>
      <w:r w:rsidRPr="000C6ECB">
        <w:rPr>
          <w:b/>
        </w:rPr>
        <w:fldChar w:fldCharType="separate"/>
      </w:r>
      <w:r w:rsidRPr="000C6ECB">
        <w:rPr>
          <w:b/>
        </w:rPr>
        <w:t>4.1.2.27</w:t>
      </w:r>
      <w:proofErr w:type="gramEnd"/>
      <w:r w:rsidRPr="000C6ECB">
        <w:rPr>
          <w:b/>
        </w:rPr>
        <w:fldChar w:fldCharType="end"/>
      </w:r>
      <w:r w:rsidRPr="000C6ECB">
        <w:rPr>
          <w:b/>
        </w:rPr>
        <w:t xml:space="preserve"> těchto ZTP</w:t>
      </w:r>
      <w:r w:rsidRPr="000C6ECB">
        <w:t xml:space="preserve"> do 3 měsíců ode dne, kdy byl proveden poslední Zápis o předání a převzetí díla.</w:t>
      </w:r>
    </w:p>
    <w:p w14:paraId="6811DE55" w14:textId="77777777" w:rsidR="000C6ECB" w:rsidRPr="004C1240" w:rsidRDefault="000C6ECB" w:rsidP="000C6ECB">
      <w:pPr>
        <w:pStyle w:val="Text2-2"/>
        <w:tabs>
          <w:tab w:val="clear" w:pos="5076"/>
          <w:tab w:val="num" w:pos="1701"/>
        </w:tabs>
        <w:ind w:left="1701"/>
      </w:pPr>
      <w:r>
        <w:t>Čl. 1.11.5.1 TKP, se nepoužijí odstavce 4 a 5.</w:t>
      </w:r>
    </w:p>
    <w:p w14:paraId="108B6050" w14:textId="77777777" w:rsidR="000C6ECB" w:rsidRPr="000C6ECB" w:rsidRDefault="000C6ECB" w:rsidP="000C6ECB">
      <w:pPr>
        <w:pStyle w:val="Text2-2"/>
        <w:tabs>
          <w:tab w:val="clear" w:pos="5076"/>
          <w:tab w:val="num" w:pos="1701"/>
        </w:tabs>
        <w:ind w:left="1701"/>
      </w:pPr>
      <w:bookmarkStart w:id="37" w:name="_Ref137824493"/>
      <w:r w:rsidRPr="000C6ECB">
        <w:t>ČL 1.11.5.1 TKP, odst. 6 se mění takto:</w:t>
      </w:r>
      <w:bookmarkEnd w:id="37"/>
    </w:p>
    <w:p w14:paraId="4DFA9316" w14:textId="77777777" w:rsidR="000C6ECB" w:rsidRPr="000C6ECB" w:rsidRDefault="000C6ECB" w:rsidP="000C6ECB">
      <w:pPr>
        <w:pStyle w:val="Text2-2"/>
        <w:numPr>
          <w:ilvl w:val="0"/>
          <w:numId w:val="0"/>
        </w:numPr>
        <w:ind w:left="1701"/>
      </w:pPr>
      <w:r w:rsidRPr="000C6ECB">
        <w:t>Odevzdání dokumentace (DSPS) bude v elektronické podobě provedeno dle směrnice SŽDC č. 117 a pokynu GŘ č. 4/2016 na záznamovém médiu uvedeném v ZD:</w:t>
      </w:r>
    </w:p>
    <w:p w14:paraId="20E98B69" w14:textId="77777777" w:rsidR="000C6ECB" w:rsidRPr="000C6ECB" w:rsidRDefault="000C6ECB" w:rsidP="000C6ECB">
      <w:pPr>
        <w:pStyle w:val="Text2-2"/>
        <w:numPr>
          <w:ilvl w:val="0"/>
          <w:numId w:val="22"/>
        </w:numPr>
      </w:pPr>
      <w:r w:rsidRPr="000C6ECB">
        <w:t>kompletní dokumentace stavby v otevřené formě</w:t>
      </w:r>
    </w:p>
    <w:p w14:paraId="3A95FB82" w14:textId="77777777" w:rsidR="000C6ECB" w:rsidRPr="000C6ECB" w:rsidRDefault="000C6ECB" w:rsidP="000C6ECB">
      <w:pPr>
        <w:pStyle w:val="Text2-2"/>
        <w:numPr>
          <w:ilvl w:val="0"/>
          <w:numId w:val="22"/>
        </w:numPr>
      </w:pPr>
      <w:r w:rsidRPr="000C6ECB">
        <w:t>kompletní dokumentace stavby v uzavřené formě</w:t>
      </w:r>
    </w:p>
    <w:p w14:paraId="26DE8531" w14:textId="77777777" w:rsidR="000C6ECB" w:rsidRPr="000C6ECB" w:rsidRDefault="000C6ECB" w:rsidP="000C6ECB">
      <w:pPr>
        <w:pStyle w:val="Text2-2"/>
        <w:numPr>
          <w:ilvl w:val="0"/>
          <w:numId w:val="22"/>
        </w:numPr>
      </w:pPr>
      <w:r w:rsidRPr="000C6ECB">
        <w:t xml:space="preserve">kompletní dokumentace stavby ve struktuře </w:t>
      </w:r>
      <w:proofErr w:type="spellStart"/>
      <w:r w:rsidRPr="000C6ECB">
        <w:t>TreeInfo</w:t>
      </w:r>
      <w:proofErr w:type="spellEnd"/>
      <w:r w:rsidRPr="000C6ECB">
        <w:t xml:space="preserve"> (</w:t>
      </w:r>
      <w:proofErr w:type="spellStart"/>
      <w:r w:rsidRPr="000C6ECB">
        <w:t>InvestDokument</w:t>
      </w:r>
      <w:proofErr w:type="spellEnd"/>
      <w:r w:rsidRPr="000C6ECB">
        <w:t>) v otevřené a uzavřené formě.</w:t>
      </w:r>
    </w:p>
    <w:p w14:paraId="75D9FF94" w14:textId="77777777" w:rsidR="000C6ECB" w:rsidRPr="000C6ECB" w:rsidRDefault="000C6ECB" w:rsidP="000C6ECB">
      <w:pPr>
        <w:pStyle w:val="Text2-2"/>
        <w:tabs>
          <w:tab w:val="clear" w:pos="5076"/>
          <w:tab w:val="num" w:pos="1701"/>
        </w:tabs>
        <w:ind w:left="1701"/>
      </w:pPr>
      <w:bookmarkStart w:id="38" w:name="_Ref137828246"/>
      <w:r w:rsidRPr="000C6ECB">
        <w:t>V čl. 1.11.5.1 TKP, odst. 7 se ruší text: „</w:t>
      </w:r>
      <w:proofErr w:type="gramStart"/>
      <w:r w:rsidRPr="000C6ECB">
        <w:t>…*.XML</w:t>
      </w:r>
      <w:proofErr w:type="gramEnd"/>
      <w:r w:rsidRPr="000C6ECB">
        <w:t xml:space="preserve"> (datový předpis XDC)“.</w:t>
      </w:r>
      <w:bookmarkEnd w:id="38"/>
    </w:p>
    <w:p w14:paraId="472ECAF9" w14:textId="77777777" w:rsidR="000C6ECB" w:rsidRPr="000C6ECB" w:rsidRDefault="000C6ECB" w:rsidP="000C6ECB">
      <w:pPr>
        <w:pStyle w:val="Text2-1"/>
        <w:rPr>
          <w:b/>
        </w:rPr>
      </w:pPr>
      <w:r w:rsidRPr="000C6ECB">
        <w:t>Vzhledem k tomu, že Zadávací dokumentace neobsahuje Všeobecní technické podmínky (VTP), tak odkazy v TKP na VTP jsou odkazem na ZTP.</w:t>
      </w:r>
    </w:p>
    <w:p w14:paraId="692D962F" w14:textId="77777777" w:rsidR="000C6ECB" w:rsidRPr="000C6ECB" w:rsidRDefault="000C6ECB" w:rsidP="000C6ECB">
      <w:pPr>
        <w:pStyle w:val="Text2-2"/>
        <w:numPr>
          <w:ilvl w:val="3"/>
          <w:numId w:val="21"/>
        </w:numPr>
        <w:ind w:left="1701" w:hanging="992"/>
        <w:rPr>
          <w:rFonts w:asciiTheme="minorHAnsi" w:hAnsiTheme="minorHAnsi"/>
        </w:rPr>
      </w:pPr>
      <w:r w:rsidRPr="000C6ECB">
        <w:lastRenderedPageBreak/>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w:t>
      </w:r>
      <w:r w:rsidRPr="000C6ECB">
        <w:rPr>
          <w:rFonts w:asciiTheme="minorHAnsi" w:hAnsiTheme="minorHAnsi"/>
        </w:rPr>
        <w:t>v souladu s čl.  2.6 Rámcové dohody a </w:t>
      </w:r>
      <w:proofErr w:type="gramStart"/>
      <w:r w:rsidRPr="000C6ECB">
        <w:rPr>
          <w:rFonts w:asciiTheme="minorHAnsi" w:hAnsiTheme="minorHAnsi"/>
        </w:rPr>
        <w:t xml:space="preserve">čl. </w:t>
      </w:r>
      <w:r w:rsidRPr="000C6ECB">
        <w:rPr>
          <w:rFonts w:asciiTheme="minorHAnsi" w:hAnsiTheme="minorHAnsi"/>
        </w:rPr>
        <w:fldChar w:fldCharType="begin"/>
      </w:r>
      <w:r w:rsidRPr="000C6ECB">
        <w:rPr>
          <w:rFonts w:asciiTheme="minorHAnsi" w:hAnsiTheme="minorHAnsi"/>
        </w:rPr>
        <w:instrText xml:space="preserve"> REF _Ref143240729 \r \h  \* MERGEFORMAT </w:instrText>
      </w:r>
      <w:r w:rsidRPr="000C6ECB">
        <w:rPr>
          <w:rFonts w:asciiTheme="minorHAnsi" w:hAnsiTheme="minorHAnsi"/>
        </w:rPr>
      </w:r>
      <w:r w:rsidRPr="000C6ECB">
        <w:rPr>
          <w:rFonts w:asciiTheme="minorHAnsi" w:hAnsiTheme="minorHAnsi"/>
        </w:rPr>
        <w:fldChar w:fldCharType="separate"/>
      </w:r>
      <w:r w:rsidRPr="000C6ECB">
        <w:rPr>
          <w:rFonts w:asciiTheme="minorHAnsi" w:hAnsiTheme="minorHAnsi"/>
        </w:rPr>
        <w:t>5.1.3</w:t>
      </w:r>
      <w:proofErr w:type="gramEnd"/>
      <w:r w:rsidRPr="000C6ECB">
        <w:rPr>
          <w:rFonts w:asciiTheme="minorHAnsi" w:hAnsiTheme="minorHAnsi"/>
        </w:rPr>
        <w:fldChar w:fldCharType="end"/>
      </w:r>
      <w:r w:rsidRPr="000C6ECB">
        <w:rPr>
          <w:rFonts w:asciiTheme="minorHAnsi" w:hAnsiTheme="minorHAnsi"/>
        </w:rPr>
        <w:t xml:space="preserve"> těchto ZTP.</w:t>
      </w:r>
    </w:p>
    <w:p w14:paraId="14E78037" w14:textId="42DD9641" w:rsidR="000C6ECB" w:rsidRPr="000C6ECB" w:rsidRDefault="000C6ECB" w:rsidP="000C6ECB">
      <w:pPr>
        <w:pStyle w:val="Text2-2"/>
        <w:tabs>
          <w:tab w:val="clear" w:pos="5076"/>
          <w:tab w:val="num" w:pos="1701"/>
        </w:tabs>
        <w:ind w:left="1701"/>
      </w:pPr>
      <w:r w:rsidRPr="000C6ECB">
        <w:t>Neobsazeno.</w:t>
      </w:r>
    </w:p>
    <w:p w14:paraId="102E6A1E" w14:textId="77777777" w:rsidR="000C6ECB" w:rsidRPr="000C6ECB" w:rsidRDefault="000C6ECB" w:rsidP="000C6ECB">
      <w:pPr>
        <w:pStyle w:val="Text2-2"/>
        <w:tabs>
          <w:tab w:val="clear" w:pos="5076"/>
          <w:tab w:val="num" w:pos="1701"/>
        </w:tabs>
        <w:ind w:left="1701"/>
      </w:pPr>
      <w:r w:rsidRPr="000C6ECB">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0C657975" w14:textId="50BF98A5" w:rsidR="000C6ECB" w:rsidRPr="000C6ECB" w:rsidRDefault="000C6ECB" w:rsidP="000C6ECB">
      <w:pPr>
        <w:pStyle w:val="Text2-2"/>
        <w:tabs>
          <w:tab w:val="clear" w:pos="5076"/>
          <w:tab w:val="num" w:pos="1701"/>
        </w:tabs>
        <w:ind w:left="1701"/>
      </w:pPr>
      <w:r w:rsidRPr="000C6ECB">
        <w:t>Neobsazeno.</w:t>
      </w:r>
    </w:p>
    <w:p w14:paraId="2BF12704" w14:textId="193CD711" w:rsidR="000C6ECB" w:rsidRPr="000C6ECB" w:rsidRDefault="000C6ECB" w:rsidP="000C6ECB">
      <w:pPr>
        <w:pStyle w:val="Text2-2"/>
        <w:tabs>
          <w:tab w:val="clear" w:pos="5076"/>
          <w:tab w:val="num" w:pos="1701"/>
        </w:tabs>
        <w:ind w:left="1701"/>
      </w:pPr>
      <w:r w:rsidRPr="000C6ECB">
        <w:t>Neobsazeno.</w:t>
      </w:r>
    </w:p>
    <w:p w14:paraId="69C64CE8" w14:textId="6EDF74B8" w:rsidR="000C6ECB" w:rsidRPr="000C6ECB" w:rsidRDefault="000C6ECB" w:rsidP="000C6ECB">
      <w:pPr>
        <w:pStyle w:val="Text2-2"/>
        <w:tabs>
          <w:tab w:val="clear" w:pos="5076"/>
          <w:tab w:val="num" w:pos="1701"/>
        </w:tabs>
        <w:ind w:left="1701"/>
      </w:pPr>
      <w:r w:rsidRPr="000C6ECB">
        <w:t>Neobsazeno</w:t>
      </w:r>
      <w:r w:rsidRPr="000C6ECB">
        <w:rPr>
          <w:b/>
        </w:rPr>
        <w:t xml:space="preserve"> </w:t>
      </w:r>
    </w:p>
    <w:p w14:paraId="40864919" w14:textId="77777777" w:rsidR="000C6ECB" w:rsidRPr="000C6ECB" w:rsidRDefault="000C6ECB" w:rsidP="000C6ECB">
      <w:pPr>
        <w:pStyle w:val="Text2-2"/>
        <w:tabs>
          <w:tab w:val="clear" w:pos="5076"/>
          <w:tab w:val="num" w:pos="1701"/>
        </w:tabs>
        <w:ind w:left="1701"/>
      </w:pPr>
      <w:r w:rsidRPr="000C6ECB">
        <w:t>Zhotovitel je povinen zajistit veřejnoprávní projednání a vydání potřebných rozhodnutí, povolení, souhlasů a jiných opatření, nad rámec rozhodnutí, povolení, souhlasů zajištěných Objednatelem. Zejména se jedná o:</w:t>
      </w:r>
    </w:p>
    <w:p w14:paraId="7AAF22CA" w14:textId="77777777" w:rsidR="000C6ECB" w:rsidRPr="000C6ECB" w:rsidRDefault="000C6ECB" w:rsidP="000C6ECB">
      <w:pPr>
        <w:pStyle w:val="Odstavecseseznamem"/>
        <w:numPr>
          <w:ilvl w:val="4"/>
          <w:numId w:val="6"/>
        </w:numPr>
        <w:jc w:val="both"/>
        <w:rPr>
          <w:sz w:val="18"/>
          <w:szCs w:val="18"/>
        </w:rPr>
      </w:pPr>
      <w:r w:rsidRPr="000C6ECB">
        <w:rPr>
          <w:sz w:val="18"/>
          <w:szCs w:val="18"/>
        </w:rPr>
        <w:t>stavební povolení na ZS včetně všech potřebných přípojek inženýrských sítí a odpadového hospodářství a zodpovídá za soulad ZS se ZD,</w:t>
      </w:r>
    </w:p>
    <w:p w14:paraId="2BD69000" w14:textId="77777777" w:rsidR="000C6ECB" w:rsidRPr="000C6ECB" w:rsidRDefault="000C6ECB" w:rsidP="000C6ECB">
      <w:pPr>
        <w:pStyle w:val="Odstavecseseznamem"/>
        <w:numPr>
          <w:ilvl w:val="4"/>
          <w:numId w:val="6"/>
        </w:numPr>
        <w:jc w:val="both"/>
        <w:rPr>
          <w:sz w:val="18"/>
          <w:szCs w:val="18"/>
        </w:rPr>
      </w:pPr>
      <w:r w:rsidRPr="000C6EC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615F2A23" w14:textId="77777777" w:rsidR="000C6ECB" w:rsidRPr="000C6ECB" w:rsidRDefault="000C6ECB" w:rsidP="000C6ECB">
      <w:pPr>
        <w:pStyle w:val="Odstavecseseznamem"/>
        <w:numPr>
          <w:ilvl w:val="4"/>
          <w:numId w:val="6"/>
        </w:numPr>
        <w:jc w:val="both"/>
        <w:rPr>
          <w:sz w:val="18"/>
          <w:szCs w:val="18"/>
        </w:rPr>
      </w:pPr>
      <w:r w:rsidRPr="000C6ECB">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2EF2C93F" w14:textId="52970E2E" w:rsidR="000C6ECB" w:rsidRPr="000C6ECB" w:rsidRDefault="000C6ECB" w:rsidP="000C6ECB">
      <w:pPr>
        <w:pStyle w:val="Odstavecseseznamem"/>
        <w:numPr>
          <w:ilvl w:val="4"/>
          <w:numId w:val="6"/>
        </w:numPr>
        <w:jc w:val="both"/>
        <w:rPr>
          <w:sz w:val="18"/>
          <w:szCs w:val="18"/>
        </w:rPr>
      </w:pPr>
      <w:r w:rsidRPr="000C6ECB">
        <w:rPr>
          <w:sz w:val="18"/>
          <w:szCs w:val="18"/>
        </w:rPr>
        <w:t>obnovení propadlých stanovisek a vyjádření pro zhotovení stavby, zejména vyjádření sítí technické infrastruktury.</w:t>
      </w:r>
    </w:p>
    <w:p w14:paraId="331F459D" w14:textId="77777777" w:rsidR="000C6ECB" w:rsidRPr="00BD583A" w:rsidRDefault="000C6ECB" w:rsidP="000C6ECB">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51BE55B3" w14:textId="77777777" w:rsidR="000C6ECB" w:rsidRPr="009358DC" w:rsidRDefault="000C6ECB" w:rsidP="000C6ECB">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0DEAA0AD" w14:textId="77777777" w:rsidR="000C6ECB" w:rsidRPr="00065260" w:rsidRDefault="000C6ECB" w:rsidP="000C6ECB">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D22CEDB" w14:textId="77777777" w:rsidR="000C6ECB" w:rsidRDefault="000C6ECB" w:rsidP="000C6ECB">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3B66A8BC" w14:textId="77777777" w:rsidR="000C6ECB" w:rsidRDefault="000C6ECB" w:rsidP="000C6ECB">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6413D4" w14:textId="77777777" w:rsidR="000C6ECB" w:rsidRPr="0020474A" w:rsidRDefault="000C6ECB" w:rsidP="000C6ECB">
      <w:pPr>
        <w:pStyle w:val="Text2-2"/>
        <w:tabs>
          <w:tab w:val="clear" w:pos="5076"/>
          <w:tab w:val="num" w:pos="1701"/>
        </w:tabs>
        <w:ind w:left="1701"/>
      </w:pPr>
      <w:r w:rsidRPr="0020474A">
        <w:lastRenderedPageBreak/>
        <w:t>Zhotovitel provede ruční kopané sondy za účelem ověření skutečného vedení inženýrské sítě před započetím zemních prací strojmo.</w:t>
      </w:r>
    </w:p>
    <w:p w14:paraId="46D7ED32" w14:textId="31CFF6E8" w:rsidR="000C6ECB" w:rsidRPr="003E555B" w:rsidRDefault="000C6ECB" w:rsidP="000C6ECB">
      <w:pPr>
        <w:pStyle w:val="Text2-2"/>
        <w:tabs>
          <w:tab w:val="clear" w:pos="5076"/>
          <w:tab w:val="num" w:pos="1701"/>
        </w:tabs>
        <w:ind w:left="1701"/>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64B3696F" w14:textId="574BE4FC" w:rsidR="000C6ECB" w:rsidRPr="000C6ECB" w:rsidRDefault="000C6ECB" w:rsidP="000C6ECB">
      <w:pPr>
        <w:pStyle w:val="Text2-2"/>
        <w:tabs>
          <w:tab w:val="clear" w:pos="5076"/>
          <w:tab w:val="num" w:pos="1701"/>
        </w:tabs>
        <w:ind w:left="1701"/>
      </w:pPr>
      <w:r w:rsidRPr="000C6ECB">
        <w:t xml:space="preserve">Neobsazeno. </w:t>
      </w:r>
    </w:p>
    <w:p w14:paraId="51E0B219" w14:textId="77777777" w:rsidR="000C6ECB" w:rsidRPr="000C6ECB" w:rsidRDefault="000C6ECB" w:rsidP="000C6ECB">
      <w:pPr>
        <w:pStyle w:val="Text2-2"/>
        <w:tabs>
          <w:tab w:val="clear" w:pos="5076"/>
          <w:tab w:val="num" w:pos="1701"/>
        </w:tabs>
        <w:ind w:left="1701"/>
      </w:pPr>
      <w:r w:rsidRPr="000C6ECB">
        <w:t xml:space="preserve">Pro vyznačení všech stávajících, provizorních a nových kabelových tras Zhotovitel použije a bude pravidelně aktualizovat veřejně dostupnou mapovou mobilní aplikaci (např. Google </w:t>
      </w:r>
      <w:proofErr w:type="spellStart"/>
      <w:r w:rsidRPr="000C6ECB">
        <w:t>Maps</w:t>
      </w:r>
      <w:proofErr w:type="spellEnd"/>
      <w:r w:rsidRPr="000C6ECB">
        <w:t>, Mapy.cz), kterou bude mít každý podzhotovitel a TDS k dispozici. Cílem je vytvoření vrstev vedení kabelových tras v mapovém podkladu v běžně využívané aplikaci. Data pro import mohou být ve formátu *.KML a/nebo *.GPX.</w:t>
      </w:r>
    </w:p>
    <w:p w14:paraId="341D3CB4" w14:textId="77777777" w:rsidR="000C6ECB" w:rsidRPr="000C6ECB" w:rsidRDefault="000C6ECB" w:rsidP="000C6ECB">
      <w:pPr>
        <w:pStyle w:val="Text2-2"/>
        <w:tabs>
          <w:tab w:val="clear" w:pos="5076"/>
          <w:tab w:val="num" w:pos="1701"/>
        </w:tabs>
        <w:ind w:left="1701"/>
        <w:rPr>
          <w:b/>
        </w:rPr>
      </w:pPr>
      <w:r w:rsidRPr="000C6ECB">
        <w:t xml:space="preserve">Zhotovitel se zavazuje nejméně 5 dní před zahájením příslušné činnosti oznámit TDS a projednat s příslušným vlastníkem (správcem) </w:t>
      </w:r>
      <w:r w:rsidRPr="000C6ECB">
        <w:rPr>
          <w:b/>
        </w:rPr>
        <w:t>zásahy do jeho provozovaného zařízení technické infrastruktury.</w:t>
      </w:r>
    </w:p>
    <w:p w14:paraId="60AE9423" w14:textId="124526ED" w:rsidR="000C6ECB" w:rsidRPr="000C6ECB" w:rsidRDefault="000C6ECB" w:rsidP="000C6ECB">
      <w:pPr>
        <w:pStyle w:val="Text2-2"/>
        <w:tabs>
          <w:tab w:val="clear" w:pos="5076"/>
          <w:tab w:val="num" w:pos="1701"/>
        </w:tabs>
        <w:ind w:left="1701"/>
      </w:pPr>
      <w:r w:rsidRPr="000C6ECB">
        <w:t xml:space="preserve">Neobsazeno. </w:t>
      </w:r>
    </w:p>
    <w:p w14:paraId="2475FF3F" w14:textId="473CE229" w:rsidR="000C6ECB" w:rsidRPr="000C6ECB" w:rsidRDefault="000C6ECB" w:rsidP="000C6ECB">
      <w:pPr>
        <w:pStyle w:val="Text2-2"/>
        <w:tabs>
          <w:tab w:val="clear" w:pos="5076"/>
          <w:tab w:val="num" w:pos="1701"/>
        </w:tabs>
        <w:ind w:left="1701"/>
      </w:pPr>
      <w:r w:rsidRPr="000C6ECB">
        <w:t>Neobsazeno.</w:t>
      </w:r>
    </w:p>
    <w:p w14:paraId="36B59131" w14:textId="77777777" w:rsidR="000C6ECB" w:rsidRPr="000C6ECB" w:rsidRDefault="000C6ECB" w:rsidP="000C6ECB">
      <w:pPr>
        <w:pStyle w:val="Text2-2"/>
        <w:tabs>
          <w:tab w:val="clear" w:pos="5076"/>
          <w:tab w:val="num" w:pos="1701"/>
        </w:tabs>
        <w:ind w:left="1701"/>
      </w:pPr>
      <w:r w:rsidRPr="000C6ECB">
        <w:t>Neobsazeno.</w:t>
      </w:r>
    </w:p>
    <w:p w14:paraId="22F47FFD" w14:textId="77777777" w:rsidR="000C6ECB" w:rsidRPr="000C6ECB" w:rsidRDefault="000C6ECB" w:rsidP="000C6ECB">
      <w:pPr>
        <w:pStyle w:val="Text2-2"/>
        <w:tabs>
          <w:tab w:val="clear" w:pos="5076"/>
          <w:tab w:val="num" w:pos="1701"/>
        </w:tabs>
        <w:ind w:left="1701"/>
      </w:pPr>
      <w:r w:rsidRPr="000C6ECB">
        <w:t>Neobsazeno.</w:t>
      </w:r>
    </w:p>
    <w:p w14:paraId="65722273" w14:textId="77777777" w:rsidR="000C6ECB" w:rsidRPr="000C6ECB" w:rsidRDefault="000C6ECB" w:rsidP="000C6ECB">
      <w:pPr>
        <w:pStyle w:val="Text2-2"/>
        <w:tabs>
          <w:tab w:val="clear" w:pos="5076"/>
          <w:tab w:val="num" w:pos="1701"/>
        </w:tabs>
        <w:ind w:left="1701"/>
      </w:pPr>
      <w:r w:rsidRPr="000C6ECB">
        <w:t>Neobsazeno.</w:t>
      </w:r>
    </w:p>
    <w:p w14:paraId="77958CD2" w14:textId="77777777" w:rsidR="000C6ECB" w:rsidRPr="000C6ECB" w:rsidRDefault="000C6ECB" w:rsidP="000C6ECB">
      <w:pPr>
        <w:pStyle w:val="Text2-2"/>
        <w:tabs>
          <w:tab w:val="clear" w:pos="5076"/>
          <w:tab w:val="num" w:pos="1701"/>
        </w:tabs>
        <w:ind w:left="1701"/>
      </w:pPr>
      <w:r w:rsidRPr="000C6ECB">
        <w:t>Neobsazeno.</w:t>
      </w:r>
    </w:p>
    <w:p w14:paraId="5C36B6EC" w14:textId="77777777" w:rsidR="000C6ECB" w:rsidRPr="000C6ECB" w:rsidRDefault="000C6ECB" w:rsidP="000C6ECB">
      <w:pPr>
        <w:pStyle w:val="Text2-2"/>
        <w:tabs>
          <w:tab w:val="clear" w:pos="5076"/>
          <w:tab w:val="num" w:pos="1701"/>
        </w:tabs>
        <w:ind w:left="1701"/>
      </w:pPr>
      <w:r w:rsidRPr="000C6ECB">
        <w:t>Neobsazeno.</w:t>
      </w:r>
    </w:p>
    <w:p w14:paraId="56D679B3" w14:textId="77777777" w:rsidR="000C6ECB" w:rsidRPr="00BB2CFA" w:rsidRDefault="000C6ECB" w:rsidP="000C6ECB">
      <w:pPr>
        <w:pStyle w:val="Text2-2"/>
        <w:tabs>
          <w:tab w:val="clear" w:pos="5076"/>
          <w:tab w:val="num" w:pos="1701"/>
        </w:tabs>
        <w:ind w:left="1701"/>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7D07B652" w14:textId="77777777" w:rsidR="000C6ECB" w:rsidRPr="00837668" w:rsidRDefault="000C6ECB" w:rsidP="000C6ECB">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BEA5004" w14:textId="77777777" w:rsidR="000C6ECB" w:rsidRPr="00837668" w:rsidRDefault="000C6ECB" w:rsidP="000C6ECB">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570C7667" w14:textId="77777777" w:rsidR="000C6ECB" w:rsidRPr="00837668" w:rsidRDefault="000C6ECB" w:rsidP="000C6ECB">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14273C2A" w14:textId="77777777" w:rsidR="000C6ECB" w:rsidRPr="00837668" w:rsidRDefault="000C6ECB" w:rsidP="000C6ECB">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03BDC91" w14:textId="77777777" w:rsidR="000C6ECB" w:rsidRPr="00837668" w:rsidRDefault="000C6ECB" w:rsidP="000C6ECB">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w:t>
      </w:r>
      <w:r w:rsidRPr="00837668">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3898130" w14:textId="77777777" w:rsidR="000C6ECB" w:rsidRPr="00837668" w:rsidRDefault="000C6ECB" w:rsidP="000C6ECB">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D2DF876" w14:textId="77777777" w:rsidR="000C6ECB" w:rsidRPr="00837668" w:rsidRDefault="000C6ECB" w:rsidP="000C6ECB">
      <w:pPr>
        <w:pStyle w:val="Text2-2"/>
        <w:tabs>
          <w:tab w:val="clear" w:pos="5076"/>
          <w:tab w:val="num" w:pos="1701"/>
        </w:tabs>
        <w:ind w:left="1701"/>
      </w:pPr>
      <w:r w:rsidRPr="00837668">
        <w:t>Označníky je nutno k uloženým kabelům, potrubím a podzemním zařízením pevně upevňovat (např. plastovou vázací páskou).</w:t>
      </w:r>
    </w:p>
    <w:p w14:paraId="47A1A188" w14:textId="77777777" w:rsidR="000C6ECB" w:rsidRPr="00837668" w:rsidRDefault="000C6ECB" w:rsidP="000C6ECB">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EBEB001" w14:textId="77777777" w:rsidR="000C6ECB" w:rsidRPr="00837668" w:rsidRDefault="000C6ECB" w:rsidP="000C6ECB">
      <w:pPr>
        <w:pStyle w:val="Text2-2"/>
        <w:tabs>
          <w:tab w:val="clear" w:pos="5076"/>
          <w:tab w:val="num" w:pos="1701"/>
        </w:tabs>
        <w:ind w:left="1701"/>
      </w:pPr>
      <w:r w:rsidRPr="00837668">
        <w:t>U složek, které nemají žádnou elektronickou databázi, se bude tato informace zadávat ve stejném znění do dokumentace.</w:t>
      </w:r>
    </w:p>
    <w:p w14:paraId="1472E8CA" w14:textId="77777777" w:rsidR="000C6ECB" w:rsidRPr="00837668" w:rsidRDefault="000C6ECB" w:rsidP="000C6ECB">
      <w:pPr>
        <w:pStyle w:val="Text2-2"/>
        <w:tabs>
          <w:tab w:val="clear" w:pos="5076"/>
          <w:tab w:val="num" w:pos="1701"/>
        </w:tabs>
        <w:ind w:left="1701"/>
      </w:pPr>
      <w:r w:rsidRPr="00837668">
        <w:t>Informace o použití markerů bude zaznamenaná do DSPS.</w:t>
      </w:r>
    </w:p>
    <w:p w14:paraId="1759395E" w14:textId="77777777" w:rsidR="000C6ECB" w:rsidRPr="00837668" w:rsidRDefault="000C6ECB" w:rsidP="000C6ECB">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54FA9686" w14:textId="77777777" w:rsidR="000C6ECB" w:rsidRPr="000C6ECB" w:rsidRDefault="000C6ECB" w:rsidP="000C6ECB">
      <w:pPr>
        <w:pStyle w:val="Text2-2"/>
        <w:tabs>
          <w:tab w:val="clear" w:pos="5076"/>
          <w:tab w:val="num" w:pos="1701"/>
        </w:tabs>
        <w:ind w:left="1701"/>
      </w:pPr>
      <w:r w:rsidRPr="00837668">
        <w:rPr>
          <w:b/>
        </w:rPr>
        <w:t xml:space="preserve">V dokumentaci skutečného provedení stavby (DSPS) </w:t>
      </w:r>
      <w:r w:rsidRPr="00837668">
        <w:t xml:space="preserve">budou zapracované veškeré změny a dodatky, jak ve výkresové, tak v textové části. Součástí dokumentace dle skutečného stavu provedení kromě jiného budou informace o použití RFID markerů k lokalizaci podzemních inženýrských sítí v </w:t>
      </w:r>
      <w:r w:rsidRPr="000C6ECB">
        <w:t>majetku SŽ.</w:t>
      </w:r>
    </w:p>
    <w:p w14:paraId="515657F8" w14:textId="77777777" w:rsidR="000C6ECB" w:rsidRPr="000C6ECB" w:rsidRDefault="000C6ECB" w:rsidP="000C6ECB">
      <w:pPr>
        <w:pStyle w:val="Text2-2"/>
        <w:tabs>
          <w:tab w:val="clear" w:pos="5076"/>
          <w:tab w:val="num" w:pos="1701"/>
        </w:tabs>
        <w:ind w:left="1701"/>
      </w:pPr>
      <w:r w:rsidRPr="000C6ECB">
        <w:t>Neobsazeno.</w:t>
      </w:r>
    </w:p>
    <w:p w14:paraId="011C0BA0" w14:textId="77777777" w:rsidR="000C6ECB" w:rsidRPr="000C6ECB" w:rsidRDefault="000C6ECB" w:rsidP="000C6ECB">
      <w:pPr>
        <w:pStyle w:val="Text2-2"/>
        <w:tabs>
          <w:tab w:val="clear" w:pos="5076"/>
          <w:tab w:val="num" w:pos="1701"/>
        </w:tabs>
        <w:ind w:left="1701"/>
      </w:pPr>
      <w:bookmarkStart w:id="39" w:name="_Ref137827505"/>
      <w:r w:rsidRPr="000C6ECB">
        <w:rPr>
          <w:b/>
        </w:rPr>
        <w:t>Souborné zpracování geodetické části DSPS</w:t>
      </w:r>
      <w:r w:rsidRPr="000C6ECB">
        <w:t xml:space="preserve"> bude předáno Objednateli v listinné a elektronické podobě v tomto členění:</w:t>
      </w:r>
      <w:bookmarkEnd w:id="39"/>
    </w:p>
    <w:p w14:paraId="2BF6A569" w14:textId="77777777" w:rsidR="000C6ECB" w:rsidRPr="000C6ECB" w:rsidRDefault="000C6ECB" w:rsidP="000C6ECB">
      <w:pPr>
        <w:pStyle w:val="Text2-2"/>
        <w:numPr>
          <w:ilvl w:val="4"/>
          <w:numId w:val="6"/>
        </w:numPr>
      </w:pPr>
      <w:r w:rsidRPr="000C6ECB">
        <w:t>Technická zpráva a Předávací protokol (ve formátu *.</w:t>
      </w:r>
      <w:proofErr w:type="spellStart"/>
      <w:r w:rsidRPr="000C6ECB">
        <w:t>pdf</w:t>
      </w:r>
      <w:proofErr w:type="spellEnd"/>
      <w:r w:rsidRPr="000C6ECB">
        <w:t>),</w:t>
      </w:r>
    </w:p>
    <w:p w14:paraId="30346E09" w14:textId="77777777" w:rsidR="000C6ECB" w:rsidRPr="000C6ECB" w:rsidRDefault="000C6ECB" w:rsidP="000C6ECB">
      <w:pPr>
        <w:pStyle w:val="Odstavecseseznamem"/>
        <w:numPr>
          <w:ilvl w:val="4"/>
          <w:numId w:val="6"/>
        </w:numPr>
        <w:jc w:val="both"/>
        <w:rPr>
          <w:sz w:val="18"/>
          <w:szCs w:val="18"/>
        </w:rPr>
      </w:pPr>
      <w:r w:rsidRPr="000C6ECB">
        <w:rPr>
          <w:sz w:val="18"/>
          <w:szCs w:val="18"/>
        </w:rPr>
        <w:t>Přehled kladu mapových listů JŽM a bodového pole v M 1:10000 formát *.</w:t>
      </w:r>
      <w:proofErr w:type="spellStart"/>
      <w:r w:rsidRPr="000C6ECB">
        <w:rPr>
          <w:sz w:val="18"/>
          <w:szCs w:val="18"/>
        </w:rPr>
        <w:t>dgn</w:t>
      </w:r>
      <w:proofErr w:type="spellEnd"/>
      <w:r w:rsidRPr="000C6ECB">
        <w:rPr>
          <w:sz w:val="18"/>
          <w:szCs w:val="18"/>
        </w:rPr>
        <w:t xml:space="preserve"> a *.</w:t>
      </w:r>
      <w:proofErr w:type="spellStart"/>
      <w:r w:rsidRPr="000C6ECB">
        <w:rPr>
          <w:sz w:val="18"/>
          <w:szCs w:val="18"/>
        </w:rPr>
        <w:t>pdf</w:t>
      </w:r>
      <w:proofErr w:type="spellEnd"/>
      <w:r w:rsidRPr="000C6ECB">
        <w:rPr>
          <w:sz w:val="18"/>
          <w:szCs w:val="18"/>
        </w:rPr>
        <w:t>),</w:t>
      </w:r>
    </w:p>
    <w:p w14:paraId="666E19C9" w14:textId="77777777" w:rsidR="000C6ECB" w:rsidRPr="000C6ECB" w:rsidRDefault="000C6ECB" w:rsidP="000C6ECB">
      <w:pPr>
        <w:pStyle w:val="Odstavecseseznamem"/>
        <w:numPr>
          <w:ilvl w:val="4"/>
          <w:numId w:val="6"/>
        </w:numPr>
        <w:jc w:val="both"/>
        <w:rPr>
          <w:sz w:val="18"/>
          <w:szCs w:val="18"/>
        </w:rPr>
      </w:pPr>
      <w:r w:rsidRPr="000C6ECB">
        <w:rPr>
          <w:sz w:val="18"/>
          <w:szCs w:val="18"/>
        </w:rPr>
        <w:t>Elaborát bodového pole:</w:t>
      </w:r>
    </w:p>
    <w:p w14:paraId="28E0134B" w14:textId="77777777" w:rsidR="000C6ECB" w:rsidRPr="000C6ECB" w:rsidRDefault="000C6ECB" w:rsidP="000C6ECB">
      <w:pPr>
        <w:pStyle w:val="Text2-2"/>
        <w:numPr>
          <w:ilvl w:val="5"/>
          <w:numId w:val="6"/>
        </w:numPr>
      </w:pPr>
      <w:r w:rsidRPr="000C6ECB">
        <w:t>dokumentace po stavbě předaného ŽBP do správy SŽG, zřízeného v souladu Metodickým pokynem SŽDC M20/MP007 Železniční bodové pole (způsob stabilizace, měření, zpracování, obsah dokumentace),</w:t>
      </w:r>
    </w:p>
    <w:p w14:paraId="3750E92E" w14:textId="77777777" w:rsidR="000C6ECB" w:rsidRPr="000C6ECB" w:rsidRDefault="000C6ECB" w:rsidP="000C6ECB">
      <w:pPr>
        <w:pStyle w:val="Odstavecseseznamem"/>
        <w:numPr>
          <w:ilvl w:val="5"/>
          <w:numId w:val="6"/>
        </w:numPr>
        <w:jc w:val="both"/>
        <w:rPr>
          <w:sz w:val="18"/>
          <w:szCs w:val="18"/>
        </w:rPr>
      </w:pPr>
      <w:r w:rsidRPr="000C6ECB">
        <w:rPr>
          <w:sz w:val="18"/>
          <w:szCs w:val="18"/>
        </w:rPr>
        <w:t>dokumentaci o vývoji vytyčovací sítě (seznam souřadnic a výšek bodů, geodetické údaje o bodech)</w:t>
      </w:r>
    </w:p>
    <w:p w14:paraId="360E67BF" w14:textId="77777777" w:rsidR="000C6ECB" w:rsidRPr="000C6ECB" w:rsidRDefault="000C6ECB" w:rsidP="000C6ECB">
      <w:pPr>
        <w:pStyle w:val="Text2-2"/>
        <w:numPr>
          <w:ilvl w:val="4"/>
          <w:numId w:val="6"/>
        </w:numPr>
      </w:pPr>
      <w:r w:rsidRPr="000C6ECB">
        <w:t>Seznamy souřadnic podrobných bodů (ve formátu *.</w:t>
      </w:r>
      <w:proofErr w:type="spellStart"/>
      <w:r w:rsidRPr="000C6ECB">
        <w:t>txt</w:t>
      </w:r>
      <w:proofErr w:type="spellEnd"/>
      <w:r w:rsidRPr="000C6ECB">
        <w:t>):</w:t>
      </w:r>
    </w:p>
    <w:p w14:paraId="61AEE2A7" w14:textId="77777777" w:rsidR="000C6ECB" w:rsidRPr="000C6ECB" w:rsidRDefault="000C6ECB" w:rsidP="000C6ECB">
      <w:pPr>
        <w:pStyle w:val="Odstavecseseznamem"/>
        <w:numPr>
          <w:ilvl w:val="5"/>
          <w:numId w:val="6"/>
        </w:numPr>
        <w:jc w:val="both"/>
        <w:rPr>
          <w:sz w:val="18"/>
          <w:szCs w:val="18"/>
        </w:rPr>
      </w:pPr>
      <w:r w:rsidRPr="000C6ECB">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0D39F976" w14:textId="77777777" w:rsidR="000C6ECB" w:rsidRPr="000C6ECB" w:rsidRDefault="000C6ECB" w:rsidP="000C6ECB">
      <w:pPr>
        <w:pStyle w:val="Text2-2"/>
        <w:numPr>
          <w:ilvl w:val="5"/>
          <w:numId w:val="6"/>
        </w:numPr>
      </w:pPr>
      <w:r w:rsidRPr="000C6ECB">
        <w:t>Seznam (seznamy) souřadnic výšek a charakteristik bodů k výkresu (výkresům) editovaného mapového podkladu s vymazáním neplatných prvků, který bude odpovídat předpisu SŽ M20/MP010 příloha C,</w:t>
      </w:r>
    </w:p>
    <w:p w14:paraId="0423E0B7" w14:textId="77777777" w:rsidR="000C6ECB" w:rsidRPr="000C6ECB" w:rsidRDefault="000C6ECB" w:rsidP="000C6ECB">
      <w:pPr>
        <w:pStyle w:val="Odstavecseseznamem"/>
        <w:numPr>
          <w:ilvl w:val="5"/>
          <w:numId w:val="6"/>
        </w:numPr>
        <w:jc w:val="both"/>
        <w:rPr>
          <w:sz w:val="18"/>
          <w:szCs w:val="18"/>
        </w:rPr>
      </w:pPr>
      <w:r w:rsidRPr="000C6ECB">
        <w:rPr>
          <w:sz w:val="18"/>
          <w:szCs w:val="18"/>
        </w:rPr>
        <w:t>Seznam souřadnic bodů ŽBP nebo dalších výchozích bodů použitých pro zaměření skutečného provedení stavby.</w:t>
      </w:r>
    </w:p>
    <w:p w14:paraId="6F706C79" w14:textId="77777777" w:rsidR="000C6ECB" w:rsidRPr="000C6ECB" w:rsidRDefault="000C6ECB" w:rsidP="000C6ECB">
      <w:pPr>
        <w:pStyle w:val="Text2-2"/>
        <w:numPr>
          <w:ilvl w:val="4"/>
          <w:numId w:val="6"/>
        </w:numPr>
      </w:pPr>
      <w:r w:rsidRPr="000C6ECB">
        <w:lastRenderedPageBreak/>
        <w:t>Výkresové soubory (ve formátu *.</w:t>
      </w:r>
      <w:proofErr w:type="spellStart"/>
      <w:r w:rsidRPr="000C6ECB">
        <w:t>dgn</w:t>
      </w:r>
      <w:proofErr w:type="spellEnd"/>
      <w:r w:rsidRPr="000C6ECB">
        <w:t>). Název souboru musí začínat „DSPS_PVS_, KN_, NH_, PS_ nebo SO_“:</w:t>
      </w:r>
    </w:p>
    <w:p w14:paraId="46FE4D4D" w14:textId="77777777" w:rsidR="000C6ECB" w:rsidRPr="000C6ECB" w:rsidRDefault="000C6ECB" w:rsidP="000C6ECB">
      <w:pPr>
        <w:pStyle w:val="Odstavecseseznamem"/>
        <w:numPr>
          <w:ilvl w:val="5"/>
          <w:numId w:val="6"/>
        </w:numPr>
        <w:spacing w:after="120"/>
        <w:contextualSpacing w:val="0"/>
        <w:jc w:val="both"/>
        <w:rPr>
          <w:sz w:val="18"/>
          <w:szCs w:val="18"/>
        </w:rPr>
      </w:pPr>
      <w:r w:rsidRPr="000C6ECB">
        <w:rPr>
          <w:sz w:val="18"/>
          <w:szCs w:val="18"/>
        </w:rPr>
        <w:t>Výkres geodetického zaměření skutečného provedení všech definitivních PS a SO doplněný o štítky a soubor „identifikace.csv“, který bude obsahovat seznam těchto PS a SO,</w:t>
      </w:r>
    </w:p>
    <w:p w14:paraId="24E859D1" w14:textId="77777777" w:rsidR="000C6ECB" w:rsidRPr="000C6ECB" w:rsidRDefault="000C6ECB" w:rsidP="000C6ECB">
      <w:pPr>
        <w:pStyle w:val="Odstavecseseznamem"/>
        <w:numPr>
          <w:ilvl w:val="5"/>
          <w:numId w:val="6"/>
        </w:numPr>
        <w:spacing w:after="120"/>
        <w:contextualSpacing w:val="0"/>
        <w:jc w:val="both"/>
        <w:rPr>
          <w:sz w:val="18"/>
          <w:szCs w:val="18"/>
        </w:rPr>
      </w:pPr>
      <w:r w:rsidRPr="000C6ECB">
        <w:rPr>
          <w:sz w:val="18"/>
          <w:szCs w:val="18"/>
        </w:rPr>
        <w:t xml:space="preserve">Výkres nebo výkresy v M 1:1000 editovaného mapového podkladu s vymazáním neplatných prvků, který bude odpovídat předpisu SŽ M20/MP010, příloha C. </w:t>
      </w:r>
    </w:p>
    <w:p w14:paraId="00CA6E69" w14:textId="77777777" w:rsidR="000C6ECB" w:rsidRPr="000C6ECB" w:rsidRDefault="000C6ECB" w:rsidP="000C6ECB">
      <w:pPr>
        <w:pStyle w:val="Text2-2"/>
        <w:numPr>
          <w:ilvl w:val="5"/>
          <w:numId w:val="6"/>
        </w:numPr>
      </w:pPr>
      <w:r w:rsidRPr="000C6ECB">
        <w:t>Výkres v M 1:1000 se zákresem platné mapy KN,</w:t>
      </w:r>
    </w:p>
    <w:p w14:paraId="70FA708F" w14:textId="77777777" w:rsidR="000C6ECB" w:rsidRPr="000C6ECB" w:rsidRDefault="000C6ECB" w:rsidP="000C6ECB">
      <w:pPr>
        <w:pStyle w:val="Text2-2"/>
        <w:numPr>
          <w:ilvl w:val="5"/>
          <w:numId w:val="6"/>
        </w:numPr>
      </w:pPr>
      <w:r w:rsidRPr="000C6ECB">
        <w:t>Výkres v M 1:1000 se zákresem nové hranice ČD, SŽ po stavbě.</w:t>
      </w:r>
    </w:p>
    <w:p w14:paraId="52BD038D" w14:textId="77777777" w:rsidR="000C6ECB" w:rsidRPr="000C6ECB" w:rsidRDefault="000C6ECB" w:rsidP="000C6ECB">
      <w:pPr>
        <w:pStyle w:val="Text2-2"/>
        <w:numPr>
          <w:ilvl w:val="4"/>
          <w:numId w:val="6"/>
        </w:numPr>
      </w:pPr>
      <w:r w:rsidRPr="000C6ECB">
        <w:t>Předané geodetické části DSPS jednotlivých PS a SO</w:t>
      </w:r>
    </w:p>
    <w:p w14:paraId="383E294A" w14:textId="77777777" w:rsidR="000C6ECB" w:rsidRPr="000C6ECB" w:rsidRDefault="000C6ECB" w:rsidP="000C6ECB">
      <w:pPr>
        <w:pStyle w:val="Text2-2"/>
        <w:numPr>
          <w:ilvl w:val="5"/>
          <w:numId w:val="6"/>
        </w:numPr>
      </w:pPr>
      <w:r w:rsidRPr="000C6ECB">
        <w:t>Seznam čísel a názvů PS a SO s uvedením zhotovitele geodetické části DSPS jednotlivých PS a SO (ve formátu *.</w:t>
      </w:r>
      <w:proofErr w:type="spellStart"/>
      <w:r w:rsidRPr="000C6ECB">
        <w:t>xlsx</w:t>
      </w:r>
      <w:proofErr w:type="spellEnd"/>
      <w:r w:rsidRPr="000C6ECB">
        <w:t>),</w:t>
      </w:r>
    </w:p>
    <w:p w14:paraId="43C2D965" w14:textId="77777777" w:rsidR="000C6ECB" w:rsidRPr="000C6ECB" w:rsidRDefault="000C6ECB" w:rsidP="000C6ECB">
      <w:pPr>
        <w:pStyle w:val="Text2-2"/>
        <w:numPr>
          <w:ilvl w:val="5"/>
          <w:numId w:val="6"/>
        </w:numPr>
      </w:pPr>
      <w:r w:rsidRPr="000C6ECB">
        <w:t>TZ k jednotlivým PS a SO (ve formátu *.</w:t>
      </w:r>
      <w:proofErr w:type="spellStart"/>
      <w:r w:rsidRPr="000C6ECB">
        <w:t>pdf</w:t>
      </w:r>
      <w:proofErr w:type="spellEnd"/>
      <w:r w:rsidRPr="000C6ECB">
        <w:t>),</w:t>
      </w:r>
    </w:p>
    <w:p w14:paraId="251AC58B" w14:textId="77777777" w:rsidR="000C6ECB" w:rsidRPr="000C6ECB" w:rsidRDefault="000C6ECB" w:rsidP="000C6ECB">
      <w:pPr>
        <w:pStyle w:val="Text2-2"/>
        <w:numPr>
          <w:ilvl w:val="5"/>
          <w:numId w:val="6"/>
        </w:numPr>
      </w:pPr>
      <w:r w:rsidRPr="000C6ECB">
        <w:t>Seznam souřadnic, výšek a charakteristik podrobných bodů k jednotlivým SO a PS (ve formátu *.</w:t>
      </w:r>
      <w:proofErr w:type="spellStart"/>
      <w:r w:rsidRPr="000C6ECB">
        <w:t>txt</w:t>
      </w:r>
      <w:proofErr w:type="spellEnd"/>
      <w:r w:rsidRPr="000C6ECB">
        <w:t>),</w:t>
      </w:r>
    </w:p>
    <w:p w14:paraId="0F1934C6" w14:textId="77777777" w:rsidR="000C6ECB" w:rsidRPr="000C6ECB" w:rsidRDefault="000C6ECB" w:rsidP="000C6ECB">
      <w:pPr>
        <w:pStyle w:val="Text2-2"/>
        <w:numPr>
          <w:ilvl w:val="5"/>
          <w:numId w:val="6"/>
        </w:numPr>
      </w:pPr>
      <w:r w:rsidRPr="000C6ECB">
        <w:t>Výpočetní protokol a editované zápisníky ve formátu *.</w:t>
      </w:r>
      <w:proofErr w:type="spellStart"/>
      <w:r w:rsidRPr="000C6ECB">
        <w:t>txt</w:t>
      </w:r>
      <w:proofErr w:type="spellEnd"/>
      <w:r w:rsidRPr="000C6ECB">
        <w:t>; originální zápisníky ve formátu stroje, doložení splnění požadované přesnosti, kalibrační listy, fotodokumentace a další,</w:t>
      </w:r>
    </w:p>
    <w:p w14:paraId="550A4A26" w14:textId="77777777" w:rsidR="000C6ECB" w:rsidRPr="000C6ECB" w:rsidRDefault="000C6ECB" w:rsidP="000C6ECB">
      <w:pPr>
        <w:pStyle w:val="Text2-2"/>
        <w:numPr>
          <w:ilvl w:val="5"/>
          <w:numId w:val="6"/>
        </w:numPr>
      </w:pPr>
      <w:r w:rsidRPr="000C6ECB">
        <w:t>Výkresy jednotlivých PS a SO v M 1:1000 (ve formátu *.</w:t>
      </w:r>
      <w:proofErr w:type="spellStart"/>
      <w:r w:rsidRPr="000C6ECB">
        <w:t>dgn</w:t>
      </w:r>
      <w:proofErr w:type="spellEnd"/>
      <w:r w:rsidRPr="000C6ECB">
        <w:t xml:space="preserve"> a *.</w:t>
      </w:r>
      <w:proofErr w:type="spellStart"/>
      <w:r w:rsidRPr="000C6ECB">
        <w:t>pdf</w:t>
      </w:r>
      <w:proofErr w:type="spellEnd"/>
      <w:r w:rsidRPr="000C6ECB">
        <w:t>). Pokud jsou kóty a detaily vyžadovány ZTP, jsou zakresleny v samostatném pomocném výkrese DGN. Soubor PDF zachycuje soutisk hlavního a pomocného výkresu.</w:t>
      </w:r>
    </w:p>
    <w:p w14:paraId="06CB72D1" w14:textId="77777777" w:rsidR="000C6ECB" w:rsidRPr="000C6ECB" w:rsidRDefault="000C6ECB" w:rsidP="000C6ECB">
      <w:pPr>
        <w:pStyle w:val="Text2-2"/>
        <w:numPr>
          <w:ilvl w:val="5"/>
          <w:numId w:val="6"/>
        </w:numPr>
      </w:pPr>
      <w:r w:rsidRPr="000C6ECB">
        <w:t>Seznam PS a SO identifikovaných ve vztahu k parcelním číslům pozemků podle evidence právních vztahů KN. Formu a obsah seznamu upřesní ÚOZI Objednatele.</w:t>
      </w:r>
    </w:p>
    <w:p w14:paraId="46007BB1" w14:textId="77777777" w:rsidR="000C6ECB" w:rsidRPr="000C6ECB" w:rsidRDefault="000C6ECB" w:rsidP="000C6ECB">
      <w:pPr>
        <w:pStyle w:val="Text2-2"/>
        <w:numPr>
          <w:ilvl w:val="4"/>
          <w:numId w:val="6"/>
        </w:numPr>
      </w:pPr>
      <w:r w:rsidRPr="000C6ECB">
        <w:t>Geometrické plány</w:t>
      </w:r>
    </w:p>
    <w:p w14:paraId="1B95FEE2" w14:textId="77777777" w:rsidR="000C6ECB" w:rsidRPr="000C6ECB" w:rsidRDefault="000C6ECB" w:rsidP="000C6ECB">
      <w:pPr>
        <w:pStyle w:val="Odstavecseseznamem"/>
        <w:numPr>
          <w:ilvl w:val="5"/>
          <w:numId w:val="6"/>
        </w:numPr>
        <w:spacing w:after="120"/>
        <w:jc w:val="both"/>
        <w:rPr>
          <w:sz w:val="18"/>
          <w:szCs w:val="18"/>
        </w:rPr>
      </w:pPr>
      <w:r w:rsidRPr="000C6ECB">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645FE5D0" w14:textId="77777777" w:rsidR="000C6ECB" w:rsidRPr="000C6ECB" w:rsidRDefault="000C6ECB" w:rsidP="000C6ECB">
      <w:pPr>
        <w:pStyle w:val="Text2-2"/>
        <w:numPr>
          <w:ilvl w:val="5"/>
          <w:numId w:val="6"/>
        </w:numPr>
        <w:spacing w:after="240"/>
      </w:pPr>
      <w:r w:rsidRPr="000C6ECB">
        <w:t xml:space="preserve">Geometrické plány a přílohy dle </w:t>
      </w:r>
      <w:proofErr w:type="spellStart"/>
      <w:r w:rsidRPr="000C6ECB">
        <w:t>podčlánku</w:t>
      </w:r>
      <w:proofErr w:type="spellEnd"/>
      <w:r w:rsidRPr="000C6ECB">
        <w:t xml:space="preserve"> 1.7.3.5 Kapitoly 1 TKP.</w:t>
      </w:r>
    </w:p>
    <w:p w14:paraId="4E0041DD" w14:textId="77777777" w:rsidR="000C6ECB" w:rsidRPr="000C6ECB" w:rsidRDefault="000C6ECB" w:rsidP="000C6ECB">
      <w:pPr>
        <w:pStyle w:val="Odstavecseseznamem"/>
        <w:numPr>
          <w:ilvl w:val="4"/>
          <w:numId w:val="6"/>
        </w:numPr>
        <w:jc w:val="both"/>
        <w:rPr>
          <w:sz w:val="18"/>
          <w:szCs w:val="18"/>
        </w:rPr>
      </w:pPr>
      <w:r w:rsidRPr="000C6ECB">
        <w:rPr>
          <w:sz w:val="18"/>
          <w:szCs w:val="18"/>
        </w:rPr>
        <w:t>Dokumentace definitivního zajištění koleje dle předpisu SŽDC S3 Železniční svršek, Díl III Zajištění prostorové polohy koleje (ve formátu *.</w:t>
      </w:r>
      <w:proofErr w:type="spellStart"/>
      <w:r w:rsidRPr="000C6ECB">
        <w:rPr>
          <w:sz w:val="18"/>
          <w:szCs w:val="18"/>
        </w:rPr>
        <w:t>docx</w:t>
      </w:r>
      <w:proofErr w:type="spellEnd"/>
      <w:r w:rsidRPr="000C6ECB">
        <w:rPr>
          <w:sz w:val="18"/>
          <w:szCs w:val="18"/>
        </w:rPr>
        <w:t>,*.</w:t>
      </w:r>
      <w:proofErr w:type="spellStart"/>
      <w:r w:rsidRPr="000C6ECB">
        <w:rPr>
          <w:sz w:val="18"/>
          <w:szCs w:val="18"/>
        </w:rPr>
        <w:t>xlsx</w:t>
      </w:r>
      <w:proofErr w:type="spellEnd"/>
      <w:r w:rsidRPr="000C6ECB">
        <w:rPr>
          <w:sz w:val="18"/>
          <w:szCs w:val="18"/>
        </w:rPr>
        <w:t>, *.</w:t>
      </w:r>
      <w:proofErr w:type="spellStart"/>
      <w:r w:rsidRPr="000C6ECB">
        <w:rPr>
          <w:sz w:val="18"/>
          <w:szCs w:val="18"/>
        </w:rPr>
        <w:t>dwg</w:t>
      </w:r>
      <w:proofErr w:type="spellEnd"/>
      <w:r w:rsidRPr="000C6ECB">
        <w:rPr>
          <w:sz w:val="18"/>
          <w:szCs w:val="18"/>
        </w:rPr>
        <w:t>, *.</w:t>
      </w:r>
      <w:proofErr w:type="spellStart"/>
      <w:r w:rsidRPr="000C6ECB">
        <w:rPr>
          <w:sz w:val="18"/>
          <w:szCs w:val="18"/>
        </w:rPr>
        <w:t>dng</w:t>
      </w:r>
      <w:proofErr w:type="spellEnd"/>
      <w:r w:rsidRPr="000C6ECB">
        <w:rPr>
          <w:sz w:val="18"/>
          <w:szCs w:val="18"/>
        </w:rPr>
        <w:t>, případně *.</w:t>
      </w:r>
      <w:proofErr w:type="spellStart"/>
      <w:r w:rsidRPr="000C6ECB">
        <w:rPr>
          <w:sz w:val="18"/>
          <w:szCs w:val="18"/>
        </w:rPr>
        <w:t>dfx</w:t>
      </w:r>
      <w:proofErr w:type="spellEnd"/>
      <w:r w:rsidRPr="000C6ECB">
        <w:rPr>
          <w:sz w:val="18"/>
          <w:szCs w:val="18"/>
        </w:rPr>
        <w:t xml:space="preserve"> a *.</w:t>
      </w:r>
      <w:proofErr w:type="spellStart"/>
      <w:r w:rsidRPr="000C6ECB">
        <w:rPr>
          <w:sz w:val="18"/>
          <w:szCs w:val="18"/>
        </w:rPr>
        <w:t>pdf</w:t>
      </w:r>
      <w:proofErr w:type="spellEnd"/>
      <w:r w:rsidRPr="000C6ECB">
        <w:rPr>
          <w:sz w:val="18"/>
          <w:szCs w:val="18"/>
        </w:rPr>
        <w:t>).</w:t>
      </w:r>
    </w:p>
    <w:p w14:paraId="7AEBAB4D" w14:textId="3D31B989" w:rsidR="000C6ECB" w:rsidRPr="000C6ECB" w:rsidRDefault="000C6ECB" w:rsidP="000C6ECB">
      <w:pPr>
        <w:pStyle w:val="Text2-2"/>
        <w:tabs>
          <w:tab w:val="clear" w:pos="5076"/>
          <w:tab w:val="num" w:pos="1701"/>
        </w:tabs>
        <w:ind w:left="1701"/>
      </w:pPr>
      <w:r w:rsidRPr="000C6ECB">
        <w:t xml:space="preserve">V listinné podobě bude DSPS předána v rozsahu </w:t>
      </w:r>
      <w:proofErr w:type="gramStart"/>
      <w:r w:rsidRPr="000C6ECB">
        <w:t xml:space="preserve">čl. </w:t>
      </w:r>
      <w:r w:rsidRPr="000C6ECB">
        <w:fldChar w:fldCharType="begin"/>
      </w:r>
      <w:r w:rsidRPr="000C6ECB">
        <w:instrText xml:space="preserve"> REF _Ref137827505 \r \h </w:instrText>
      </w:r>
      <w:r>
        <w:instrText xml:space="preserve"> \* MERGEFORMAT </w:instrText>
      </w:r>
      <w:r w:rsidRPr="000C6ECB">
        <w:fldChar w:fldCharType="separate"/>
      </w:r>
      <w:r w:rsidRPr="000C6ECB">
        <w:t>4.1.3.33</w:t>
      </w:r>
      <w:proofErr w:type="gramEnd"/>
      <w:r w:rsidRPr="000C6ECB">
        <w:fldChar w:fldCharType="end"/>
      </w:r>
      <w:r w:rsidRPr="000C6ECB">
        <w:t xml:space="preserve"> těchto ZTP dle části a), e), f)(v) a f)(</w:t>
      </w:r>
      <w:proofErr w:type="spellStart"/>
      <w:r w:rsidRPr="000C6ECB">
        <w:t>vi</w:t>
      </w:r>
      <w:proofErr w:type="spellEnd"/>
      <w:r w:rsidRPr="000C6ECB">
        <w:t>).</w:t>
      </w:r>
    </w:p>
    <w:p w14:paraId="3E179804" w14:textId="77777777" w:rsidR="000C6ECB" w:rsidRPr="000C6ECB" w:rsidRDefault="000C6ECB" w:rsidP="000C6ECB">
      <w:pPr>
        <w:pStyle w:val="Text2-2"/>
        <w:tabs>
          <w:tab w:val="clear" w:pos="5076"/>
          <w:tab w:val="num" w:pos="1701"/>
        </w:tabs>
        <w:ind w:left="1701"/>
      </w:pPr>
      <w:r w:rsidRPr="000C6ECB">
        <w:t>Zhotovitel zajistí souborné zpracování geodetické části DSPS v takovém rozsahu, aby bylo využitelné pro zhotovení polohopisných plánů v knize plánů dle příslušných Právních předpisů vydaných Objednatelem.</w:t>
      </w:r>
    </w:p>
    <w:p w14:paraId="2A2FB2C9" w14:textId="77777777" w:rsidR="000C6ECB" w:rsidRPr="000C6ECB" w:rsidRDefault="000C6ECB" w:rsidP="000C6ECB">
      <w:pPr>
        <w:pStyle w:val="Text2-2"/>
        <w:tabs>
          <w:tab w:val="clear" w:pos="5076"/>
          <w:tab w:val="num" w:pos="1701"/>
        </w:tabs>
        <w:ind w:left="1701"/>
      </w:pPr>
      <w:r w:rsidRPr="000C6ECB">
        <w:rPr>
          <w:b/>
        </w:rPr>
        <w:t>Součástí dokumentů skutečného provedení stavby</w:t>
      </w:r>
      <w:r w:rsidRPr="000C6ECB">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02EAA0FD" w14:textId="77777777" w:rsidR="000C6ECB" w:rsidRPr="000C6ECB" w:rsidRDefault="000C6ECB" w:rsidP="000C6ECB">
      <w:pPr>
        <w:pStyle w:val="Odstavecseseznamem"/>
        <w:numPr>
          <w:ilvl w:val="4"/>
          <w:numId w:val="6"/>
        </w:numPr>
        <w:spacing w:after="120"/>
        <w:jc w:val="both"/>
        <w:rPr>
          <w:sz w:val="18"/>
          <w:szCs w:val="18"/>
        </w:rPr>
      </w:pPr>
      <w:r w:rsidRPr="000C6ECB">
        <w:rPr>
          <w:sz w:val="18"/>
          <w:szCs w:val="18"/>
        </w:rPr>
        <w:t>doklady o udělených výjimkách z platných předpisů a norem, případně souhlas Drážního úřadu,</w:t>
      </w:r>
    </w:p>
    <w:p w14:paraId="7E2EC6D3" w14:textId="77777777" w:rsidR="000C6ECB" w:rsidRPr="000C6ECB" w:rsidRDefault="000C6ECB" w:rsidP="000C6ECB">
      <w:pPr>
        <w:pStyle w:val="Text2-2"/>
        <w:numPr>
          <w:ilvl w:val="4"/>
          <w:numId w:val="6"/>
        </w:numPr>
      </w:pPr>
      <w:r w:rsidRPr="000C6ECB">
        <w:lastRenderedPageBreak/>
        <w:t>doklady o projednání PDPS,</w:t>
      </w:r>
    </w:p>
    <w:p w14:paraId="638E8058" w14:textId="77777777" w:rsidR="000C6ECB" w:rsidRPr="000C6ECB" w:rsidRDefault="000C6ECB" w:rsidP="000C6ECB">
      <w:pPr>
        <w:pStyle w:val="Text2-2"/>
        <w:numPr>
          <w:ilvl w:val="4"/>
          <w:numId w:val="6"/>
        </w:numPr>
      </w:pPr>
      <w:r w:rsidRPr="000C6ECB">
        <w:t>závazná stanoviska dotčených orgánů a další doklady o jednání s dotčenými orgány a účastníky stavebního řízení,</w:t>
      </w:r>
    </w:p>
    <w:p w14:paraId="6CDE8BE7" w14:textId="77777777" w:rsidR="000C6ECB" w:rsidRPr="000C6ECB" w:rsidRDefault="000C6ECB" w:rsidP="000C6ECB">
      <w:pPr>
        <w:pStyle w:val="Text2-2"/>
        <w:numPr>
          <w:ilvl w:val="4"/>
          <w:numId w:val="6"/>
        </w:numPr>
      </w:pPr>
      <w:r w:rsidRPr="000C6ECB">
        <w:t>vyjádření vlastníků a správců dotčených inženýrských sítí,</w:t>
      </w:r>
    </w:p>
    <w:p w14:paraId="30AA1840" w14:textId="77777777" w:rsidR="000C6ECB" w:rsidRPr="000C6ECB" w:rsidRDefault="000C6ECB" w:rsidP="000C6ECB">
      <w:pPr>
        <w:pStyle w:val="Text2-2"/>
        <w:numPr>
          <w:ilvl w:val="4"/>
          <w:numId w:val="6"/>
        </w:numPr>
      </w:pPr>
      <w:r w:rsidRPr="000C6ECB">
        <w:t>doklady o projednání s vlastníky pozemků a staveb nebo bytů a nebytových prostor dotčených stavbou, popř. s jinými oprávněnými subjekty.</w:t>
      </w:r>
    </w:p>
    <w:p w14:paraId="0871287E" w14:textId="77777777" w:rsidR="000C6ECB" w:rsidRPr="009F244D" w:rsidRDefault="000C6ECB" w:rsidP="000C6ECB">
      <w:pPr>
        <w:pStyle w:val="Text2-2"/>
        <w:tabs>
          <w:tab w:val="clear" w:pos="5076"/>
          <w:tab w:val="num" w:pos="1701"/>
        </w:tabs>
        <w:ind w:left="1701"/>
      </w:pPr>
      <w:r w:rsidRPr="009F244D">
        <w:t xml:space="preserve">Zhotovitel je v termínu </w:t>
      </w:r>
      <w:r w:rsidRPr="00272421">
        <w:t>nejpozději ke dni zahájení stavebních prací</w:t>
      </w:r>
      <w:r>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782B2A0F" w14:textId="77777777" w:rsidR="000C6ECB" w:rsidRPr="006F687F" w:rsidRDefault="000C6ECB" w:rsidP="000C6ECB">
      <w:pPr>
        <w:pStyle w:val="Text2-2"/>
        <w:tabs>
          <w:tab w:val="clear" w:pos="5076"/>
          <w:tab w:val="num" w:pos="1701"/>
        </w:tabs>
        <w:ind w:left="1701"/>
      </w:pPr>
      <w:r w:rsidRPr="006F687F">
        <w:t>Zhotovitel vždy předloží Objednateli</w:t>
      </w:r>
      <w:r>
        <w:t>, a to</w:t>
      </w:r>
      <w:r w:rsidRPr="006F687F">
        <w:t xml:space="preserve"> </w:t>
      </w:r>
      <w:r>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AF97BCF" w14:textId="77777777" w:rsidR="000C6ECB" w:rsidRDefault="000C6ECB" w:rsidP="000C6ECB">
      <w:pPr>
        <w:pStyle w:val="Text2-2"/>
        <w:tabs>
          <w:tab w:val="clear" w:pos="5076"/>
          <w:tab w:val="num" w:pos="1701"/>
        </w:tabs>
        <w:ind w:left="1701"/>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400F7F81" w14:textId="77777777" w:rsidR="000C6ECB" w:rsidRPr="006F687F" w:rsidRDefault="000C6ECB" w:rsidP="000C6ECB">
      <w:pPr>
        <w:pStyle w:val="Text2-2"/>
        <w:tabs>
          <w:tab w:val="clear" w:pos="5076"/>
          <w:tab w:val="num" w:pos="1701"/>
        </w:tabs>
        <w:ind w:left="1701"/>
      </w:pPr>
      <w:r w:rsidRPr="006F687F">
        <w:t xml:space="preserve">Zhotovitel se zavazuje Objednateli sdělit, kde bude dle požadavků právních předpisů uchovávat potřebné </w:t>
      </w:r>
      <w:r w:rsidRPr="006C44FD">
        <w:t>doklady o nakládání s odpady.</w:t>
      </w:r>
    </w:p>
    <w:p w14:paraId="2D9B4065" w14:textId="77777777" w:rsidR="000C6ECB" w:rsidRPr="00A65BF6" w:rsidRDefault="000C6ECB" w:rsidP="000C6ECB">
      <w:pPr>
        <w:pStyle w:val="Text2-2"/>
        <w:tabs>
          <w:tab w:val="clear" w:pos="5076"/>
          <w:tab w:val="num" w:pos="1701"/>
        </w:tabs>
        <w:ind w:left="1701"/>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 (zákon o zajištění dalších podmínek bezpečnosti a ochrany zdraví při práci)) a doložit splnění této povinnosti písemně před předáním Staveniště Zhotoviteli.</w:t>
      </w:r>
      <w:r w:rsidRPr="00A65BF6">
        <w:t xml:space="preserve"> </w:t>
      </w:r>
    </w:p>
    <w:p w14:paraId="380235F0" w14:textId="77777777" w:rsidR="000C6ECB" w:rsidRPr="006F687F" w:rsidRDefault="000C6ECB" w:rsidP="000C6ECB">
      <w:pPr>
        <w:pStyle w:val="Text2-2"/>
        <w:tabs>
          <w:tab w:val="clear" w:pos="5076"/>
          <w:tab w:val="num" w:pos="1701"/>
        </w:tabs>
        <w:ind w:left="1701"/>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47DC0A75" w14:textId="77777777" w:rsidR="000C6ECB" w:rsidRPr="006F687F" w:rsidRDefault="000C6ECB" w:rsidP="000C6ECB">
      <w:pPr>
        <w:pStyle w:val="Text2-2"/>
        <w:tabs>
          <w:tab w:val="clear" w:pos="5076"/>
          <w:tab w:val="num" w:pos="1701"/>
        </w:tabs>
        <w:ind w:left="1701"/>
      </w:pPr>
      <w:r w:rsidRPr="006F687F">
        <w:t>Zhotovitel se zavazuje zajistit, že na všech vozidlech Zhotovitele a Poddodavatelů, používaných na Staveništi, bude viditelně vyznačena obchodní firma nebo jméno.</w:t>
      </w:r>
    </w:p>
    <w:p w14:paraId="2A410972" w14:textId="5F8A1546" w:rsidR="00161BD6" w:rsidRDefault="000C6ECB" w:rsidP="000C6ECB">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t>, o požární ochraně, včetně prováděcích předpisu k tomuto zákonu</w:t>
      </w:r>
      <w:r w:rsidRPr="00421120">
        <w:t xml:space="preserve">),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w:t>
      </w:r>
      <w:r w:rsidRPr="00421120">
        <w:lastRenderedPageBreak/>
        <w:t>bylo i dodání Dokumentace zdolávání požárů, a to již před uvedením do provozu / zkušebního provozu</w:t>
      </w:r>
      <w:r w:rsidR="00421120" w:rsidRPr="00421120">
        <w:t>.</w:t>
      </w:r>
    </w:p>
    <w:p w14:paraId="3516A212" w14:textId="77777777" w:rsidR="002D3EF9" w:rsidRPr="002F3B4D" w:rsidRDefault="002D3EF9" w:rsidP="002D3EF9">
      <w:pPr>
        <w:pStyle w:val="Text2-1"/>
      </w:pPr>
      <w:r w:rsidRPr="002F3B4D">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9FE437D" w14:textId="60057E15" w:rsidR="00107E6D" w:rsidRPr="002F3B4D" w:rsidRDefault="002D3EF9" w:rsidP="007254C4">
      <w:pPr>
        <w:pStyle w:val="Text2-1"/>
      </w:pPr>
      <w:r w:rsidRPr="002F3B4D">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16426AE8" w14:textId="00B36A0F" w:rsidR="00DF7BAA" w:rsidRDefault="00DF7BAA" w:rsidP="00DF7BAA">
      <w:pPr>
        <w:pStyle w:val="Nadpis2-2"/>
      </w:pPr>
      <w:bookmarkStart w:id="40" w:name="_Toc152587974"/>
      <w:r>
        <w:t xml:space="preserve">Zeměměřická </w:t>
      </w:r>
      <w:r w:rsidRPr="0080577B">
        <w:t>činnost</w:t>
      </w:r>
      <w:r>
        <w:t xml:space="preserve"> zhotovitele</w:t>
      </w:r>
      <w:bookmarkEnd w:id="40"/>
      <w:r w:rsidR="001F25FE">
        <w:t xml:space="preserve"> </w:t>
      </w:r>
    </w:p>
    <w:p w14:paraId="0D0C0FDD" w14:textId="5DA50FD9" w:rsidR="00DC55C8" w:rsidRDefault="00DC55C8" w:rsidP="00605834">
      <w:pPr>
        <w:pStyle w:val="Text2-1"/>
      </w:pPr>
      <w:r w:rsidRPr="00DC55C8">
        <w:t>Zhotovitel zažádá jmenovaného ÚOZI (úředně oprávněný zeměměřičský inženýr) Objednatele</w:t>
      </w:r>
      <w:r w:rsidR="00605834">
        <w:t xml:space="preserve"> </w:t>
      </w:r>
      <w:r w:rsidRPr="00DC55C8">
        <w:t>o zajištění aktuálních podkladů a postupu vyplývajícího z požadavků uvedených v TKP a těchto ZTP pro provedení díla nejpozději do termínu předání Staveniště.</w:t>
      </w:r>
    </w:p>
    <w:p w14:paraId="205DEE12" w14:textId="68882737" w:rsidR="00D53BF5" w:rsidRPr="00BB770C" w:rsidRDefault="00D53BF5" w:rsidP="00D53BF5">
      <w:pPr>
        <w:pStyle w:val="Text2-1"/>
        <w:numPr>
          <w:ilvl w:val="0"/>
          <w:numId w:val="0"/>
        </w:numPr>
        <w:ind w:left="737"/>
        <w:rPr>
          <w:b/>
        </w:rPr>
      </w:pPr>
      <w:r w:rsidRPr="00BB770C">
        <w:rPr>
          <w:b/>
        </w:rPr>
        <w:t>Pro oblast Ostrava:</w:t>
      </w:r>
    </w:p>
    <w:p w14:paraId="69140DF9" w14:textId="511FE7E0" w:rsidR="00D53BF5" w:rsidRPr="00605834" w:rsidRDefault="00D53BF5" w:rsidP="00D53BF5">
      <w:pPr>
        <w:pStyle w:val="Bezmezer"/>
        <w:ind w:left="737"/>
        <w:rPr>
          <w:sz w:val="18"/>
          <w:szCs w:val="18"/>
        </w:rPr>
      </w:pPr>
      <w:r w:rsidRPr="00605834">
        <w:rPr>
          <w:sz w:val="18"/>
          <w:szCs w:val="18"/>
        </w:rPr>
        <w:t xml:space="preserve">Úředně oprávněný zeměměřičský inženýr ÚOZI: Ing. </w:t>
      </w:r>
      <w:r>
        <w:rPr>
          <w:sz w:val="18"/>
          <w:szCs w:val="18"/>
        </w:rPr>
        <w:t xml:space="preserve">Martin </w:t>
      </w:r>
      <w:proofErr w:type="spellStart"/>
      <w:r>
        <w:rPr>
          <w:sz w:val="18"/>
          <w:szCs w:val="18"/>
        </w:rPr>
        <w:t>Votoupal</w:t>
      </w:r>
      <w:proofErr w:type="spellEnd"/>
    </w:p>
    <w:p w14:paraId="4168F401" w14:textId="77777777" w:rsidR="00D53BF5" w:rsidRPr="00605834" w:rsidRDefault="00D53BF5" w:rsidP="00D53BF5">
      <w:pPr>
        <w:pStyle w:val="Bezmezer"/>
        <w:ind w:left="737"/>
        <w:rPr>
          <w:sz w:val="18"/>
          <w:szCs w:val="18"/>
        </w:rPr>
      </w:pPr>
      <w:r w:rsidRPr="00605834">
        <w:rPr>
          <w:sz w:val="18"/>
          <w:szCs w:val="18"/>
        </w:rPr>
        <w:t>Adresa: Nerudova 773/1, 77900 Olomouc</w:t>
      </w:r>
    </w:p>
    <w:p w14:paraId="7265AF70" w14:textId="4B5E3278" w:rsidR="00D53BF5" w:rsidRDefault="00D53BF5" w:rsidP="00D53BF5">
      <w:pPr>
        <w:pStyle w:val="Bezmezer"/>
        <w:ind w:left="737"/>
        <w:rPr>
          <w:sz w:val="18"/>
          <w:szCs w:val="18"/>
        </w:rPr>
      </w:pPr>
      <w:r w:rsidRPr="00605834">
        <w:rPr>
          <w:sz w:val="18"/>
          <w:szCs w:val="18"/>
        </w:rPr>
        <w:t xml:space="preserve">E-mail: </w:t>
      </w:r>
      <w:hyperlink r:id="rId11" w:history="1">
        <w:r w:rsidRPr="00A0537C">
          <w:rPr>
            <w:rStyle w:val="Hypertextovodkaz"/>
            <w:noProof w:val="0"/>
            <w:sz w:val="18"/>
            <w:szCs w:val="18"/>
          </w:rPr>
          <w:t>votoupal@spravazeleznic.cz</w:t>
        </w:r>
      </w:hyperlink>
    </w:p>
    <w:p w14:paraId="42085D2A" w14:textId="6FA6052C" w:rsidR="00D53BF5" w:rsidRDefault="00D53BF5" w:rsidP="00D53BF5">
      <w:pPr>
        <w:pStyle w:val="Bezmezer"/>
        <w:ind w:left="737"/>
        <w:rPr>
          <w:sz w:val="18"/>
          <w:szCs w:val="18"/>
        </w:rPr>
      </w:pPr>
      <w:r w:rsidRPr="00605834">
        <w:rPr>
          <w:sz w:val="18"/>
          <w:szCs w:val="18"/>
        </w:rPr>
        <w:t>Telefon: +420</w:t>
      </w:r>
      <w:r>
        <w:rPr>
          <w:sz w:val="18"/>
          <w:szCs w:val="18"/>
        </w:rPr>
        <w:t> 727 877 362</w:t>
      </w:r>
      <w:r w:rsidRPr="00605834">
        <w:rPr>
          <w:sz w:val="18"/>
          <w:szCs w:val="18"/>
        </w:rPr>
        <w:t xml:space="preserve"> </w:t>
      </w:r>
    </w:p>
    <w:p w14:paraId="4F214F43" w14:textId="77777777" w:rsidR="00D53BF5" w:rsidRDefault="00D53BF5" w:rsidP="00D53BF5">
      <w:pPr>
        <w:pStyle w:val="Bezmezer"/>
        <w:ind w:left="737"/>
        <w:rPr>
          <w:sz w:val="18"/>
          <w:szCs w:val="18"/>
        </w:rPr>
      </w:pPr>
    </w:p>
    <w:p w14:paraId="52CE1DE0" w14:textId="2163247A" w:rsidR="00D53BF5" w:rsidRPr="00BB770C" w:rsidRDefault="00D53BF5" w:rsidP="00D53BF5">
      <w:pPr>
        <w:pStyle w:val="Text2-1"/>
        <w:numPr>
          <w:ilvl w:val="0"/>
          <w:numId w:val="0"/>
        </w:numPr>
        <w:ind w:left="737"/>
        <w:rPr>
          <w:b/>
        </w:rPr>
      </w:pPr>
      <w:r w:rsidRPr="00BB770C">
        <w:rPr>
          <w:b/>
        </w:rPr>
        <w:t>Pro oblast Olomouc:</w:t>
      </w:r>
    </w:p>
    <w:p w14:paraId="6F7D80BF" w14:textId="77777777" w:rsidR="00605834" w:rsidRPr="00605834" w:rsidRDefault="00605834" w:rsidP="00605834">
      <w:pPr>
        <w:pStyle w:val="Bezmezer"/>
        <w:ind w:left="737"/>
        <w:rPr>
          <w:sz w:val="18"/>
          <w:szCs w:val="18"/>
        </w:rPr>
      </w:pPr>
      <w:r w:rsidRPr="00605834">
        <w:rPr>
          <w:sz w:val="18"/>
          <w:szCs w:val="18"/>
        </w:rPr>
        <w:t>Úředně oprávněný zeměměřičský inženýr ÚOZI: Ing. Jiří Jalůvka</w:t>
      </w:r>
    </w:p>
    <w:p w14:paraId="3CC12536" w14:textId="77777777" w:rsidR="00605834" w:rsidRPr="00605834" w:rsidRDefault="00605834" w:rsidP="00605834">
      <w:pPr>
        <w:pStyle w:val="Bezmezer"/>
        <w:ind w:left="737"/>
        <w:rPr>
          <w:sz w:val="18"/>
          <w:szCs w:val="18"/>
        </w:rPr>
      </w:pPr>
      <w:r w:rsidRPr="00605834">
        <w:rPr>
          <w:sz w:val="18"/>
          <w:szCs w:val="18"/>
        </w:rPr>
        <w:t>Adresa: Nerudova 773/1, 77900 Olomouc</w:t>
      </w:r>
    </w:p>
    <w:p w14:paraId="58BD4BFA" w14:textId="77777777" w:rsidR="00605834" w:rsidRPr="00605834" w:rsidRDefault="00605834" w:rsidP="00605834">
      <w:pPr>
        <w:pStyle w:val="Bezmezer"/>
        <w:ind w:left="737"/>
        <w:rPr>
          <w:sz w:val="18"/>
          <w:szCs w:val="18"/>
        </w:rPr>
      </w:pPr>
      <w:r w:rsidRPr="00605834">
        <w:rPr>
          <w:sz w:val="18"/>
          <w:szCs w:val="18"/>
        </w:rPr>
        <w:t xml:space="preserve">E-mail: </w:t>
      </w:r>
      <w:hyperlink r:id="rId12" w:history="1">
        <w:r w:rsidRPr="00605834">
          <w:rPr>
            <w:rStyle w:val="Hypertextovodkaz"/>
            <w:noProof w:val="0"/>
            <w:sz w:val="18"/>
            <w:szCs w:val="18"/>
          </w:rPr>
          <w:t>jaluvka@spravazeleznic.cz</w:t>
        </w:r>
      </w:hyperlink>
    </w:p>
    <w:p w14:paraId="71189AF9" w14:textId="77777777" w:rsidR="00605834" w:rsidRDefault="00605834" w:rsidP="00605834">
      <w:pPr>
        <w:pStyle w:val="Bezmezer"/>
        <w:ind w:left="737"/>
        <w:rPr>
          <w:sz w:val="18"/>
          <w:szCs w:val="18"/>
        </w:rPr>
      </w:pPr>
      <w:r w:rsidRPr="00605834">
        <w:rPr>
          <w:sz w:val="18"/>
          <w:szCs w:val="18"/>
        </w:rPr>
        <w:t>Telefon: +420 724 263</w:t>
      </w:r>
      <w:r>
        <w:rPr>
          <w:sz w:val="18"/>
          <w:szCs w:val="18"/>
        </w:rPr>
        <w:t> </w:t>
      </w:r>
      <w:r w:rsidRPr="00605834">
        <w:rPr>
          <w:sz w:val="18"/>
          <w:szCs w:val="18"/>
        </w:rPr>
        <w:t xml:space="preserve">476 </w:t>
      </w:r>
    </w:p>
    <w:p w14:paraId="46DA9F2B" w14:textId="77777777" w:rsidR="00605834" w:rsidRDefault="00605834" w:rsidP="00605834">
      <w:pPr>
        <w:pStyle w:val="Text2-1"/>
        <w:numPr>
          <w:ilvl w:val="0"/>
          <w:numId w:val="0"/>
        </w:numPr>
        <w:ind w:left="737"/>
      </w:pP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77777777" w:rsidR="00DC55C8" w:rsidRPr="001F25FE" w:rsidRDefault="00DC55C8" w:rsidP="00DC55C8">
      <w:pPr>
        <w:pStyle w:val="Text2-1"/>
      </w:pPr>
      <w:r>
        <w:t xml:space="preserve">V případě staveb, které nejsou realizovány podle projektové dokumentace, bude přiměřeně uplatněno ustanovení TKP a dále zjednodušený postup popsaný v </w:t>
      </w:r>
      <w:r w:rsidRPr="001F25FE">
        <w:t xml:space="preserve">následujících bodech. </w:t>
      </w:r>
    </w:p>
    <w:p w14:paraId="325F1835" w14:textId="77777777" w:rsidR="00DC55C8" w:rsidRPr="001F25FE" w:rsidRDefault="00DC55C8" w:rsidP="00DC55C8">
      <w:pPr>
        <w:pStyle w:val="Text2-1"/>
      </w:pPr>
      <w:r w:rsidRPr="001F25FE">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1F25FE" w:rsidRDefault="00DC55C8" w:rsidP="00DC55C8">
      <w:pPr>
        <w:pStyle w:val="Text2-1"/>
      </w:pPr>
      <w:r w:rsidRPr="001F25F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1F25FE" w:rsidRDefault="00DC55C8" w:rsidP="00DC55C8">
      <w:pPr>
        <w:pStyle w:val="Text2-1"/>
      </w:pPr>
      <w:r w:rsidRPr="001F25F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ÚOZI Objednatele ke kontrole.</w:t>
      </w:r>
    </w:p>
    <w:p w14:paraId="100ECCA3" w14:textId="77777777" w:rsidR="00DC55C8" w:rsidRDefault="00DC55C8" w:rsidP="00DC55C8">
      <w:pPr>
        <w:pStyle w:val="Text2-1"/>
      </w:pPr>
      <w:r>
        <w:lastRenderedPageBreak/>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F25FE"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7E59A6FB" w14:textId="77777777" w:rsidR="00DC55C8" w:rsidRPr="001F25FE" w:rsidRDefault="00DC55C8" w:rsidP="00DC55C8">
      <w:pPr>
        <w:pStyle w:val="Text2-1"/>
      </w:pPr>
      <w:r w:rsidRPr="001F25FE">
        <w:t>Nedílnou součástí odevzdání je také projektová dokumentace PPK, případně její aktualizovaná verze, pokud došlo vlivem stavebních prací k její úpravě (např. i změna nivelety).</w:t>
      </w:r>
    </w:p>
    <w:p w14:paraId="5067E6D1" w14:textId="77777777" w:rsidR="00DC55C8" w:rsidRPr="001F25FE" w:rsidRDefault="00DC55C8" w:rsidP="00DC55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1F25FE" w:rsidRDefault="00DC55C8" w:rsidP="00DC55C8">
      <w:pPr>
        <w:pStyle w:val="Text2-1"/>
      </w:pPr>
      <w:r w:rsidRPr="001F25FE">
        <w:t xml:space="preserve">Po úpravě GPK Zhotovitel zajistí zaměření všech kolejových objektů (např. </w:t>
      </w:r>
      <w:proofErr w:type="spellStart"/>
      <w:r w:rsidRPr="001F25FE">
        <w:t>balíza</w:t>
      </w:r>
      <w:proofErr w:type="spellEnd"/>
      <w:r w:rsidRPr="001F25FE">
        <w:t xml:space="preserve">, kolejnicový </w:t>
      </w:r>
      <w:proofErr w:type="spellStart"/>
      <w:r w:rsidRPr="001F25FE">
        <w:t>mazník</w:t>
      </w:r>
      <w:proofErr w:type="spellEnd"/>
      <w:r w:rsidRPr="001F25FE">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0C6ECB" w:rsidRDefault="00DC55C8" w:rsidP="00DC55C8">
      <w:pPr>
        <w:pStyle w:val="Text2-1"/>
      </w:pPr>
      <w:r w:rsidRPr="001F25FE">
        <w:t xml:space="preserve">Zhotovitel předá dokumentaci ÚOZI Objednatele ke kontrole v termínu odevzdání DSPS </w:t>
      </w:r>
      <w:r w:rsidRPr="000C6ECB">
        <w:t>uvedeném ve smlouvě o dílo, nejpozději však do 30 dnů od ukončení prací dle platného harmonogramu stavby. ÚOZI</w:t>
      </w:r>
      <w:r w:rsidRPr="001F25FE">
        <w:t xml:space="preserve"> Objednatele provede věcnou a formální kontrolu DSPS. Při shledání nedostatků ÚOZI Objednatele zašle vyjádření s uvedenými nedostatky </w:t>
      </w:r>
      <w:r w:rsidRPr="000C6ECB">
        <w:t xml:space="preserve">Zhotoviteli, který následně provede opravu DSPS do 10 pracovních dnů. </w:t>
      </w:r>
    </w:p>
    <w:p w14:paraId="4EC99B32" w14:textId="5ECA7FF6" w:rsidR="00DF7BAA" w:rsidRPr="000C6ECB" w:rsidRDefault="000C6ECB" w:rsidP="001F25FE">
      <w:pPr>
        <w:pStyle w:val="Text2-1"/>
        <w:rPr>
          <w:bCs/>
        </w:rPr>
      </w:pPr>
      <w:r w:rsidRPr="000C6ECB">
        <w:rPr>
          <w:bCs/>
        </w:rPr>
        <w:t xml:space="preserve">Neobsazeno. </w:t>
      </w:r>
    </w:p>
    <w:p w14:paraId="4F09C53C" w14:textId="2D9E2319" w:rsidR="00DF7BAA" w:rsidRPr="00DB1800" w:rsidRDefault="00DF7BAA" w:rsidP="00DF7BAA">
      <w:pPr>
        <w:pStyle w:val="Nadpis2-2"/>
      </w:pPr>
      <w:bookmarkStart w:id="44" w:name="_Toc6410438"/>
      <w:bookmarkStart w:id="45" w:name="_Toc152587975"/>
      <w:r w:rsidRPr="00DB1800">
        <w:t>Doklady pře</w:t>
      </w:r>
      <w:r w:rsidR="00F606EE" w:rsidRPr="00DB1800">
        <w:t>d</w:t>
      </w:r>
      <w:r w:rsidRPr="00DB1800">
        <w:t>kládané zhotovitelem</w:t>
      </w:r>
      <w:bookmarkEnd w:id="44"/>
      <w:bookmarkEnd w:id="45"/>
    </w:p>
    <w:p w14:paraId="44E06185" w14:textId="1443E557" w:rsidR="00D12C76" w:rsidRDefault="000C6ECB" w:rsidP="00562909">
      <w:pPr>
        <w:pStyle w:val="Text2-1"/>
      </w:pPr>
      <w:r w:rsidRPr="00837668">
        <w:t xml:space="preserve">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w:t>
      </w:r>
      <w:r w:rsidRPr="00837668">
        <w:lastRenderedPageBreak/>
        <w:t>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DB1800">
        <w:t>.</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6" w:name="_Toc6410439"/>
      <w:bookmarkStart w:id="47" w:name="_Toc152587976"/>
      <w:r w:rsidRPr="00694A12">
        <w:t>Dokumentace zhotovitele pro stavbu</w:t>
      </w:r>
      <w:bookmarkEnd w:id="46"/>
      <w:bookmarkEnd w:id="47"/>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095F0AFE"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46/2008 Sb. o rozsahu a obsahu projektové dokumentace dopravních staveb, v platném znění, příslušných TKP Staveb státních drah a směrnice SŽ SM011 Dokumentace staveb Správy železnic, státní organizace (dále jen „ SŽ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453AB13" w14:textId="4ED66FD2" w:rsidR="000C6ECB" w:rsidRPr="000C6ECB" w:rsidRDefault="000C6ECB" w:rsidP="000C6ECB">
      <w:pPr>
        <w:pStyle w:val="Text2-1"/>
      </w:pPr>
      <w:r w:rsidRPr="00837668">
        <w:t>Požadavky na zpracování technologických předpisů (</w:t>
      </w:r>
      <w:proofErr w:type="spellStart"/>
      <w:r w:rsidRPr="00837668">
        <w:t>TePř</w:t>
      </w:r>
      <w:proofErr w:type="spellEnd"/>
      <w:r w:rsidRPr="00837668">
        <w:t xml:space="preserve">)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w:t>
      </w:r>
      <w:r w:rsidRPr="000C6ECB">
        <w:t>zakázek s ohledem na požadovaný rozsah stavebních prací.</w:t>
      </w:r>
    </w:p>
    <w:p w14:paraId="0FBA54B6" w14:textId="77777777" w:rsidR="000C6ECB" w:rsidRPr="000C6ECB" w:rsidRDefault="000C6ECB" w:rsidP="000C6ECB">
      <w:pPr>
        <w:pStyle w:val="Text2-1"/>
      </w:pPr>
      <w:r w:rsidRPr="000C6ECB">
        <w:t>Součástí předmětu díla je i vedení stavebních deníků v souladu s kapitolou 1.10.9 TKP. Zhotovitel vede stavební deník v listinné podobě a to typizovanou formu stavebního deníku, která je schválena dokumentem čj. SŽDC 9112/12-OP.</w:t>
      </w:r>
    </w:p>
    <w:p w14:paraId="5D40B9F6" w14:textId="31448A62" w:rsidR="000C6ECB" w:rsidRPr="000C6ECB" w:rsidRDefault="000C6ECB" w:rsidP="000C6ECB">
      <w:pPr>
        <w:pStyle w:val="Text2-1"/>
      </w:pPr>
      <w:r w:rsidRPr="000C6ECB">
        <w:t>Stavební deníky budou vedeny samostatně pro jedno provozní středisko. U rámcových dohod, je možné Zápis o předání staveniště zhotoviteli před zahájením prací a Zápis o odevzdání a převzetí díla / části díla nahradit zápisem do stavebního deníku, přiměřeně podle osnovy vzorových zápisů tak, aby byl zápis o odevzdání a převzetí díla/části díla dostatečným podkladem pro případnou reklamaci provedeného díla.</w:t>
      </w:r>
    </w:p>
    <w:p w14:paraId="19F38ADB" w14:textId="77777777" w:rsidR="00B53E41" w:rsidRPr="006411F1" w:rsidRDefault="00DF7BAA" w:rsidP="0060019A">
      <w:pPr>
        <w:pStyle w:val="Nadpis2-2"/>
      </w:pPr>
      <w:bookmarkStart w:id="48" w:name="_Toc6410440"/>
      <w:bookmarkStart w:id="49" w:name="_Toc152587977"/>
      <w:r w:rsidRPr="006411F1">
        <w:t>Dokumentace skutečného provedení stavby</w:t>
      </w:r>
      <w:bookmarkEnd w:id="48"/>
      <w:bookmarkEnd w:id="49"/>
    </w:p>
    <w:p w14:paraId="09AE9382" w14:textId="4316AE22" w:rsidR="006411F1" w:rsidRPr="000A06AE" w:rsidRDefault="001F25FE" w:rsidP="006411F1">
      <w:pPr>
        <w:pStyle w:val="Text2-1"/>
        <w:rPr>
          <w:color w:val="00A1E0"/>
        </w:rPr>
      </w:pPr>
      <w:r>
        <w:t xml:space="preserve">Bude-li </w:t>
      </w:r>
      <w:r w:rsidRPr="000A06AE">
        <w:t>povaha zadaných stavebních prací vyžadovat požadav</w:t>
      </w:r>
      <w:r w:rsidR="00D77F10" w:rsidRPr="000A06AE">
        <w:t>e</w:t>
      </w:r>
      <w:r w:rsidRPr="000A06AE">
        <w:t xml:space="preserve">k </w:t>
      </w:r>
      <w:r w:rsidR="00D77F10" w:rsidRPr="000A06AE">
        <w:t xml:space="preserve">na vyhotovení </w:t>
      </w:r>
      <w:r w:rsidR="006411F1" w:rsidRPr="000A06AE">
        <w:t>D</w:t>
      </w:r>
      <w:r w:rsidR="000E11D6" w:rsidRPr="000A06AE">
        <w:t>SPS</w:t>
      </w:r>
      <w:r w:rsidR="00D77F10" w:rsidRPr="000A06AE">
        <w:t>, bude poža</w:t>
      </w:r>
      <w:r w:rsidR="000A06AE" w:rsidRPr="000A06AE">
        <w:t>da</w:t>
      </w:r>
      <w:r w:rsidR="00D77F10" w:rsidRPr="000A06AE">
        <w:t xml:space="preserve">vek řešen před uzavřením objednávky při zadávání dílčích veřejných zakázek </w:t>
      </w:r>
      <w:r w:rsidR="000A06AE" w:rsidRPr="000A06AE">
        <w:t>zadávaných v souladu s rámcovou dohodou</w:t>
      </w:r>
      <w:r w:rsidR="006411F1" w:rsidRPr="000A06AE">
        <w:t xml:space="preserve">. </w:t>
      </w:r>
    </w:p>
    <w:p w14:paraId="75D4363E" w14:textId="2F6F83FD" w:rsidR="006411F1" w:rsidRPr="006411F1" w:rsidRDefault="006411F1" w:rsidP="006411F1">
      <w:pPr>
        <w:pStyle w:val="Text2-1"/>
        <w:rPr>
          <w:color w:val="00A1E0"/>
        </w:rPr>
      </w:pPr>
      <w:r w:rsidRPr="000A06AE">
        <w:t xml:space="preserve">Objednatel požaduje standardní vyhotovení </w:t>
      </w:r>
      <w:r w:rsidR="000E11D6" w:rsidRPr="000A06AE">
        <w:t>DSPS</w:t>
      </w:r>
      <w:r w:rsidRPr="000A06AE">
        <w:t xml:space="preserve"> dle TKP.</w:t>
      </w:r>
      <w:r w:rsidR="000A06AE" w:rsidRPr="000A06AE">
        <w:t xml:space="preserve"> V případě, že povaha dokončených stavebních prací vyžaduje ve dle standardního provedení DSP i doložení dalších dokumentů, bude jejich výčet řešen před uzavřením objednávky při zadávání dílčích veřejných zakázek zadávaných</w:t>
      </w:r>
      <w:r w:rsidR="000A06AE">
        <w:t xml:space="preserve"> v souladu s rámcovou dohodou.</w:t>
      </w:r>
    </w:p>
    <w:p w14:paraId="487AC9E1" w14:textId="719AB829" w:rsidR="000A06AE" w:rsidRPr="000A06AE" w:rsidRDefault="000A06AE" w:rsidP="000A06AE">
      <w:pPr>
        <w:pStyle w:val="Text2-1"/>
        <w:rPr>
          <w:color w:val="00A1E0"/>
        </w:rPr>
      </w:pPr>
      <w:r>
        <w:lastRenderedPageBreak/>
        <w:t>Dále uvedená ustanovení v odst. 4.5.4 – 4.5.5</w:t>
      </w:r>
      <w:r w:rsidR="00694A12">
        <w:t xml:space="preserve"> těchto ZTP</w:t>
      </w:r>
      <w:r>
        <w:t xml:space="preserve"> budou využita v rámci vlastní realizace dílčích veřejných zakázek</w:t>
      </w:r>
      <w:r w:rsidR="00694A12">
        <w:t xml:space="preserve"> za předpokladu, že</w:t>
      </w:r>
      <w:r>
        <w:t xml:space="preserve"> jejich uplatnění bude souviset se zadaným předmětem plnění</w:t>
      </w:r>
      <w:r w:rsidR="00694A12">
        <w:t xml:space="preserve">, </w:t>
      </w:r>
      <w:r>
        <w:t xml:space="preserve">bez jejichž naplnění nebude možno Dílo </w:t>
      </w:r>
      <w:r w:rsidR="00FB134A">
        <w:t>realizovat a převzít</w:t>
      </w:r>
      <w:r>
        <w:t xml:space="preserve">, nebo pokud jejich uplatnění bude </w:t>
      </w:r>
      <w:r w:rsidRPr="000A06AE">
        <w:t>Objednatel požadovat v rámci zadání Objednáv</w:t>
      </w:r>
      <w:r w:rsidR="000C6ECB">
        <w:t>e</w:t>
      </w:r>
      <w:r w:rsidRPr="000A06AE">
        <w:t xml:space="preserve">k.  </w:t>
      </w:r>
    </w:p>
    <w:p w14:paraId="41759A4E" w14:textId="42CFDD9A" w:rsidR="00D12C76" w:rsidRPr="000A06AE" w:rsidRDefault="00D12C76" w:rsidP="00D12C76">
      <w:pPr>
        <w:pStyle w:val="Text2-1"/>
      </w:pPr>
      <w:bookmarkStart w:id="50" w:name="_Ref62136016"/>
      <w:bookmarkStart w:id="51" w:name="_Ref62143456"/>
      <w:r w:rsidRPr="000A06AE">
        <w:t>ES prohlášení o ověření subsystému</w:t>
      </w:r>
      <w:r w:rsidR="00694A12">
        <w:t xml:space="preserve"> (pouze v případě staveb, </w:t>
      </w:r>
      <w:r w:rsidR="00694A12" w:rsidRPr="00694A12">
        <w:t>které obsahují výstavbu, doplnění, nebo pouhou (i zdánlivě drobnou) úpravu systémů GSM-R nebo ETCS</w:t>
      </w:r>
      <w:r w:rsidR="00694A12">
        <w:t xml:space="preserve">) </w:t>
      </w:r>
      <w:r w:rsidRPr="000A06AE">
        <w:t>:</w:t>
      </w:r>
      <w:bookmarkEnd w:id="50"/>
      <w:bookmarkEnd w:id="51"/>
    </w:p>
    <w:p w14:paraId="57AD822B" w14:textId="77777777" w:rsidR="00D12C76" w:rsidRPr="000A06AE" w:rsidRDefault="00D12C76" w:rsidP="00DE3429">
      <w:pPr>
        <w:pStyle w:val="Text2-2"/>
        <w:tabs>
          <w:tab w:val="num" w:pos="2269"/>
        </w:tabs>
        <w:ind w:left="1701" w:hanging="992"/>
      </w:pPr>
      <w:r w:rsidRPr="000A06AE">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0A06AE" w:rsidRDefault="00D12C76" w:rsidP="00DE3429">
      <w:pPr>
        <w:pStyle w:val="Text2-2"/>
        <w:tabs>
          <w:tab w:val="num" w:pos="1701"/>
        </w:tabs>
        <w:ind w:left="1701" w:hanging="850"/>
      </w:pPr>
      <w:r w:rsidRPr="000A06AE">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0A06AE" w:rsidRDefault="00D12C76" w:rsidP="00DE3429">
      <w:pPr>
        <w:pStyle w:val="Text2-2"/>
        <w:tabs>
          <w:tab w:val="num" w:pos="1701"/>
        </w:tabs>
        <w:ind w:left="1701" w:hanging="850"/>
      </w:pPr>
      <w:r w:rsidRPr="000A06AE">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0A06AE" w:rsidRDefault="00D12C76" w:rsidP="00DE3429">
      <w:pPr>
        <w:pStyle w:val="Text2-2"/>
        <w:tabs>
          <w:tab w:val="num" w:pos="1701"/>
        </w:tabs>
        <w:ind w:left="1701" w:hanging="850"/>
      </w:pPr>
      <w:r w:rsidRPr="000A06AE">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0A06AE" w:rsidRDefault="00D12C76" w:rsidP="00DE3429">
      <w:pPr>
        <w:pStyle w:val="Text2-2"/>
        <w:tabs>
          <w:tab w:val="num" w:pos="1701"/>
        </w:tabs>
        <w:ind w:left="1701" w:hanging="850"/>
      </w:pPr>
      <w:r w:rsidRPr="000A06AE">
        <w:t>Ve sporných případech, kdy není možno určit, zda lze použít postup s vydáním Posouzení změny subsystému notifikovanou osobou, musí Zhotovitel postupovat podle stanoviska notifikované osoby.</w:t>
      </w:r>
    </w:p>
    <w:p w14:paraId="63B3DF2E" w14:textId="77777777" w:rsidR="00F310FA" w:rsidRPr="000A06AE" w:rsidRDefault="00D12C76" w:rsidP="00DE3429">
      <w:pPr>
        <w:pStyle w:val="Text2-2"/>
        <w:tabs>
          <w:tab w:val="num" w:pos="1701"/>
        </w:tabs>
        <w:ind w:left="1701" w:hanging="850"/>
      </w:pPr>
      <w:r w:rsidRPr="000A06AE">
        <w:t>Zhotovitel musí rovněž zajistit aktualizaci nebo vydání nového průkazu způsobilosti UTZ.</w:t>
      </w:r>
    </w:p>
    <w:p w14:paraId="00B8E2C3" w14:textId="402DD9E8" w:rsidR="00470F14" w:rsidRPr="000A06AE" w:rsidRDefault="00606137" w:rsidP="000E11D6">
      <w:pPr>
        <w:pStyle w:val="Text2-1"/>
        <w:rPr>
          <w:rFonts w:eastAsia="Verdana" w:cs="Times New Roman"/>
        </w:rPr>
      </w:pPr>
      <w:r w:rsidRPr="000A06AE">
        <w:t xml:space="preserve">Předání DSPS dle oddílu 1.11.5 Kapitoly 1 TKP </w:t>
      </w:r>
      <w:r w:rsidR="00525C0C" w:rsidRPr="000A06AE">
        <w:t>a dle</w:t>
      </w:r>
      <w:r w:rsidRPr="000A06AE">
        <w:t xml:space="preserve"> čl. 4.1.2.23 - 4.1.2.28 těchto ZTP proběhne na médiu: </w:t>
      </w:r>
      <w:r w:rsidRPr="00694A12">
        <w:t xml:space="preserve">USB </w:t>
      </w:r>
      <w:proofErr w:type="spellStart"/>
      <w:r w:rsidRPr="00694A12">
        <w:t>flash</w:t>
      </w:r>
      <w:proofErr w:type="spellEnd"/>
      <w:r w:rsidRPr="00694A12">
        <w:t xml:space="preserve"> disk</w:t>
      </w:r>
      <w:r w:rsidR="00470F14" w:rsidRPr="00694A12">
        <w:rPr>
          <w:rFonts w:eastAsia="Verdana" w:cs="Times New Roman"/>
        </w:rPr>
        <w:t xml:space="preserve"> nebo s využitím aplikace, kterou</w:t>
      </w:r>
      <w:r w:rsidR="00470F14" w:rsidRPr="000A06AE">
        <w:rPr>
          <w:rFonts w:eastAsia="Verdana" w:cs="Times New Roman"/>
        </w:rPr>
        <w:t xml:space="preserve"> si dodavatel může stáhnout na Portále modernizace dráhy (</w:t>
      </w:r>
      <w:hyperlink r:id="rId13" w:history="1">
        <w:r w:rsidR="00470F14" w:rsidRPr="000A06AE">
          <w:rPr>
            <w:rFonts w:eastAsia="Verdana" w:cs="Times New Roman"/>
            <w:noProof/>
            <w:color w:val="0563C1" w:themeColor="hyperlink"/>
            <w:u w:val="single"/>
          </w:rPr>
          <w:t>https://modernizace.spravazeleznic.cz</w:t>
        </w:r>
      </w:hyperlink>
      <w:r w:rsidR="00470F14" w:rsidRPr="000A06AE">
        <w:rPr>
          <w:rFonts w:eastAsia="Verdana" w:cs="Times New Roman"/>
        </w:rPr>
        <w:t xml:space="preserve">). Helpdesk pro aplikaci poskytuje: p. Jaromír </w:t>
      </w:r>
      <w:proofErr w:type="spellStart"/>
      <w:r w:rsidR="00470F14" w:rsidRPr="000A06AE">
        <w:rPr>
          <w:rFonts w:eastAsia="Verdana" w:cs="Times New Roman"/>
        </w:rPr>
        <w:t>Talůžek</w:t>
      </w:r>
      <w:proofErr w:type="spellEnd"/>
      <w:r w:rsidR="00470F14" w:rsidRPr="000A06AE">
        <w:rPr>
          <w:rFonts w:eastAsia="Verdana" w:cs="Times New Roman"/>
        </w:rPr>
        <w:t>, S</w:t>
      </w:r>
      <w:r w:rsidR="0045657D" w:rsidRPr="000A06AE">
        <w:rPr>
          <w:rFonts w:eastAsia="Verdana" w:cs="Times New Roman"/>
        </w:rPr>
        <w:t>ŽT</w:t>
      </w:r>
      <w:r w:rsidR="00470F14" w:rsidRPr="000A06AE">
        <w:rPr>
          <w:rFonts w:eastAsia="Verdana" w:cs="Times New Roman"/>
        </w:rPr>
        <w:t xml:space="preserve"> SŽ</w:t>
      </w:r>
      <w:r w:rsidR="0045657D" w:rsidRPr="000A06AE">
        <w:rPr>
          <w:rFonts w:eastAsia="Verdana" w:cs="Times New Roman"/>
        </w:rPr>
        <w:t>,</w:t>
      </w:r>
      <w:r w:rsidR="00470F14" w:rsidRPr="000A06AE">
        <w:rPr>
          <w:rFonts w:eastAsia="Verdana" w:cs="Times New Roman"/>
        </w:rPr>
        <w:t xml:space="preserve"> +420 606 796 338, Taluzek@spravazeleznic.cz</w:t>
      </w:r>
    </w:p>
    <w:p w14:paraId="3B67C881" w14:textId="2544F3E1" w:rsidR="00DF7BAA" w:rsidRDefault="00DF7BAA" w:rsidP="00DF7BAA">
      <w:pPr>
        <w:pStyle w:val="Nadpis2-2"/>
      </w:pPr>
      <w:bookmarkStart w:id="52" w:name="_Toc152587978"/>
      <w:bookmarkStart w:id="53" w:name="_Toc6410458"/>
      <w:r>
        <w:t>Životní prostředí</w:t>
      </w:r>
      <w:bookmarkEnd w:id="52"/>
      <w:r>
        <w:t xml:space="preserve"> </w:t>
      </w:r>
      <w:bookmarkEnd w:id="53"/>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097911D2" w14:textId="5F42F370" w:rsidR="000C6ECB" w:rsidRDefault="000C6ECB" w:rsidP="00DB1800">
      <w:pPr>
        <w:pStyle w:val="Text2-2"/>
        <w:tabs>
          <w:tab w:val="num" w:pos="1701"/>
        </w:tabs>
        <w:ind w:left="1701" w:hanging="992"/>
        <w:rPr>
          <w:rStyle w:val="Tun"/>
          <w:b w:val="0"/>
        </w:rPr>
      </w:pPr>
      <w:r w:rsidRPr="00CD0B11">
        <w:rPr>
          <w:rStyle w:val="Tun"/>
          <w:b w:val="0"/>
        </w:rPr>
        <w:t xml:space="preserve">Odpad z provedeného </w:t>
      </w:r>
      <w:r w:rsidRPr="00837668">
        <w:rPr>
          <w:rStyle w:val="Tun"/>
          <w:b w:val="0"/>
        </w:rPr>
        <w:t>D</w:t>
      </w:r>
      <w:r w:rsidRPr="00CD0B11">
        <w:rPr>
          <w:rStyle w:val="Tun"/>
          <w:b w:val="0"/>
        </w:rPr>
        <w:t>íla</w:t>
      </w:r>
      <w:r w:rsidRPr="00837668">
        <w:rPr>
          <w:rStyle w:val="Tun"/>
          <w:b w:val="0"/>
        </w:rPr>
        <w:t xml:space="preserve"> a vzniklý při jeho provádění</w:t>
      </w:r>
      <w:r w:rsidRPr="00CD0B11">
        <w:rPr>
          <w:rStyle w:val="Tun"/>
          <w:b w:val="0"/>
        </w:rPr>
        <w:t xml:space="preserve"> bude zlikvidován v souladu se směrnicí SŽ SM096 - Směrnice pro nakládání s</w:t>
      </w:r>
      <w:r>
        <w:rPr>
          <w:rStyle w:val="Tun"/>
          <w:b w:val="0"/>
        </w:rPr>
        <w:t> </w:t>
      </w:r>
      <w:r w:rsidRPr="00CD0B11">
        <w:rPr>
          <w:rStyle w:val="Tun"/>
          <w:b w:val="0"/>
        </w:rPr>
        <w:t>odpady</w:t>
      </w:r>
      <w:r>
        <w:rPr>
          <w:rStyle w:val="Tun"/>
          <w:b w:val="0"/>
        </w:rPr>
        <w:t>.</w:t>
      </w:r>
      <w:r w:rsidRPr="00C266C6">
        <w:rPr>
          <w:rStyle w:val="Tun"/>
          <w:b w:val="0"/>
        </w:rPr>
        <w:t xml:space="preserve"> </w:t>
      </w:r>
    </w:p>
    <w:p w14:paraId="7267239A"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Vzhledem k výskytu azbestu v rámci demolovaných staveb je Zhotovitel povinen </w:t>
      </w:r>
      <w:r w:rsidRPr="000C6ECB">
        <w:rPr>
          <w:rStyle w:val="Tun"/>
        </w:rPr>
        <w:t>práce spojené s expozicí azbestu ohlásit příslušnému orgánu ochrany veřejného zdraví</w:t>
      </w:r>
      <w:r w:rsidRPr="000C6ECB">
        <w:rPr>
          <w:rStyle w:val="Tun"/>
          <w:b w:val="0"/>
        </w:rPr>
        <w:t xml:space="preserve">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79CDB2CB"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Objednatel si vede „Registr objektů s potencionálním výskytem azbestu“, kdy tento registr je průběžně aktualizován a na jednotlivé objekty objednatele jsou </w:t>
      </w:r>
      <w:r w:rsidRPr="000C6ECB">
        <w:rPr>
          <w:rStyle w:val="Tun"/>
          <w:b w:val="0"/>
        </w:rPr>
        <w:lastRenderedPageBreak/>
        <w:t>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t>
      </w:r>
    </w:p>
    <w:p w14:paraId="63510CA8" w14:textId="77777777" w:rsidR="000C6ECB" w:rsidRPr="000C6ECB" w:rsidRDefault="000C6ECB" w:rsidP="000C6ECB">
      <w:pPr>
        <w:pStyle w:val="Text2-2"/>
        <w:tabs>
          <w:tab w:val="clear" w:pos="5076"/>
          <w:tab w:val="num" w:pos="1701"/>
        </w:tabs>
        <w:ind w:left="1701"/>
        <w:rPr>
          <w:rStyle w:val="Tun"/>
          <w:b w:val="0"/>
        </w:rPr>
      </w:pPr>
      <w:r w:rsidRPr="000C6ECB">
        <w:rPr>
          <w:rStyle w:val="Tun"/>
        </w:rPr>
        <w:t xml:space="preserve">Nad rámec Projektové dokumentace bude Zhotovitel stavební a demoliční odpad </w:t>
      </w:r>
      <w:r w:rsidRPr="000C6ECB">
        <w:rPr>
          <w:rStyle w:val="Tun"/>
          <w:b w:val="0"/>
        </w:rPr>
        <w:t>(skupina katalogu odpadů č. 17)</w:t>
      </w:r>
      <w:r w:rsidRPr="000C6ECB">
        <w:rPr>
          <w:rStyle w:val="Tun"/>
        </w:rPr>
        <w:t xml:space="preserve"> v co největší možné míře recyklovat.</w:t>
      </w:r>
      <w:r w:rsidRPr="000C6ECB">
        <w:rPr>
          <w:rStyle w:val="Tun"/>
          <w:b w:val="0"/>
        </w:rPr>
        <w:t xml:space="preserve"> Do procesu recyklace nespadá vytěžená zemina. V rámci Odpadového hospodářství je v Projektové dokumentaci pro daný odpad většinou navržen způsob likvidace odvoz na skládku. </w:t>
      </w:r>
      <w:r w:rsidRPr="000C6ECB">
        <w:rPr>
          <w:rStyle w:val="Tun"/>
        </w:rPr>
        <w:t>Zhotovitel bude se stavebním a demoličním odpadem</w:t>
      </w:r>
      <w:r w:rsidRPr="000C6ECB">
        <w:rPr>
          <w:rStyle w:val="Tun"/>
          <w:b w:val="0"/>
        </w:rPr>
        <w:t xml:space="preserve"> </w:t>
      </w:r>
      <w:r w:rsidRPr="000C6ECB">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0C6ECB">
        <w:rPr>
          <w:rStyle w:val="Tun"/>
          <w:b w:val="0"/>
        </w:rPr>
        <w:t xml:space="preserve"> </w:t>
      </w:r>
      <w:r w:rsidRPr="000C6ECB">
        <w:rPr>
          <w:rStyle w:val="Tun"/>
        </w:rPr>
        <w:t>nakládat jako s odpadem vhodným k dalšímu zpracování, resp. k recyklaci.</w:t>
      </w:r>
      <w:r w:rsidRPr="000C6ECB">
        <w:t xml:space="preserve"> Tento </w:t>
      </w:r>
      <w:r w:rsidRPr="000C6ECB">
        <w:rPr>
          <w:rStyle w:val="Tun"/>
          <w:b w:val="0"/>
        </w:rPr>
        <w:t xml:space="preserve">stavební a demoliční odpad, považovaný za vhodný k recyklaci </w:t>
      </w:r>
      <w:r w:rsidRPr="000C6ECB">
        <w:rPr>
          <w:rStyle w:val="Tun"/>
        </w:rPr>
        <w:t>nebude odvážen na skládky odpadu</w:t>
      </w:r>
      <w:r w:rsidRPr="000C6ECB">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4" w:history="1">
        <w:r w:rsidRPr="000C6ECB">
          <w:rPr>
            <w:rStyle w:val="Hypertextovodkaz"/>
            <w:noProof w:val="0"/>
            <w:color w:val="auto"/>
            <w:u w:val="none"/>
          </w:rPr>
          <w:t>https://www.betonserver.cz/skladky-suti-recyklace/recyklacni-centra</w:t>
        </w:r>
      </w:hyperlink>
      <w:r w:rsidRPr="000C6ECB">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75F6D10"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Demolice budou realizovány v souladu </w:t>
      </w:r>
      <w:r w:rsidRPr="000C6ECB">
        <w:rPr>
          <w:rStyle w:val="Tun"/>
        </w:rPr>
        <w:t>s Metodickým návodem odboru odpadů MŽP při řízení vzniku stavebních a demoličních odpadů a pro nakládání s nimi</w:t>
      </w:r>
      <w:r w:rsidRPr="000C6ECB">
        <w:rPr>
          <w:rStyle w:val="Tun"/>
          <w:b w:val="0"/>
        </w:rPr>
        <w: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62E7C518" w14:textId="77777777" w:rsidR="000C6ECB" w:rsidRPr="00837668" w:rsidRDefault="000C6ECB" w:rsidP="000C6ECB">
      <w:pPr>
        <w:pStyle w:val="Text2-2"/>
        <w:tabs>
          <w:tab w:val="clear" w:pos="5076"/>
          <w:tab w:val="num" w:pos="1701"/>
        </w:tabs>
        <w:ind w:left="1701"/>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0811217" w:rsidR="00E50E94" w:rsidRPr="00C266C6" w:rsidRDefault="000C6ECB" w:rsidP="000C6ECB">
      <w:pPr>
        <w:pStyle w:val="Text2-2"/>
        <w:tabs>
          <w:tab w:val="num" w:pos="1701"/>
        </w:tabs>
        <w:ind w:left="1701" w:hanging="992"/>
        <w:rPr>
          <w:rStyle w:val="Tun"/>
          <w:b w:val="0"/>
        </w:rPr>
      </w:pPr>
      <w:r w:rsidRPr="00837668">
        <w:rPr>
          <w:rStyle w:val="Tun"/>
          <w:b w:val="0"/>
        </w:rPr>
        <w:t xml:space="preserve">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w:t>
      </w:r>
      <w:r w:rsidRPr="00837668">
        <w:rPr>
          <w:rStyle w:val="Tun"/>
          <w:b w:val="0"/>
        </w:rPr>
        <w:lastRenderedPageBreak/>
        <w:t>míst/center není podkladem pro výběrové řízení na zhotovitele stavby, má tedy pouze informativní charakter</w:t>
      </w:r>
      <w:r w:rsidR="00E50E94" w:rsidRPr="00C266C6">
        <w:rPr>
          <w:rStyle w:val="Tun"/>
          <w:b w:val="0"/>
        </w:rPr>
        <w:t>.</w:t>
      </w:r>
    </w:p>
    <w:p w14:paraId="3A381931" w14:textId="321D3526" w:rsidR="00DD3D78" w:rsidRPr="000C6ECB" w:rsidRDefault="00DD3D78" w:rsidP="00DD3D78">
      <w:pPr>
        <w:pStyle w:val="Nadpis2-2"/>
      </w:pPr>
      <w:bookmarkStart w:id="54" w:name="_Toc152587979"/>
      <w:r w:rsidRPr="000C6ECB">
        <w:t>Materiál dodávaný objednatelem (mimo CNM)</w:t>
      </w:r>
      <w:bookmarkEnd w:id="54"/>
    </w:p>
    <w:p w14:paraId="206C3CB0" w14:textId="744F496B" w:rsidR="00DD3D78" w:rsidRPr="000C6ECB" w:rsidRDefault="00DD3D78" w:rsidP="00722BEB">
      <w:pPr>
        <w:pStyle w:val="Text2-1"/>
      </w:pPr>
      <w:r w:rsidRPr="000C6ECB">
        <w:t>Objednatel poskytne zhotoviteli bezplatně níže uvedený materiál</w:t>
      </w:r>
      <w:r w:rsidR="00722BEB" w:rsidRPr="000C6ECB">
        <w:t xml:space="preserve">. </w:t>
      </w:r>
    </w:p>
    <w:p w14:paraId="2E1F447A" w14:textId="20E9415D" w:rsidR="00D82632" w:rsidRPr="000C6ECB" w:rsidRDefault="00D82632" w:rsidP="00D82632">
      <w:pPr>
        <w:pStyle w:val="Text2-1"/>
      </w:pPr>
      <w:r w:rsidRPr="000C6ECB">
        <w:t xml:space="preserve">Rozsah materiálu (typ a </w:t>
      </w:r>
      <w:r w:rsidR="00C266C6" w:rsidRPr="000C6ECB">
        <w:t xml:space="preserve">předpokládané </w:t>
      </w:r>
      <w:r w:rsidRPr="000C6ECB">
        <w:t>množství) je následující:</w:t>
      </w:r>
    </w:p>
    <w:p w14:paraId="4B7BB1CA" w14:textId="296134BE" w:rsidR="00D82632" w:rsidRDefault="009D0373" w:rsidP="00D82632">
      <w:pPr>
        <w:pStyle w:val="Text2-1"/>
        <w:numPr>
          <w:ilvl w:val="0"/>
          <w:numId w:val="0"/>
        </w:numPr>
        <w:ind w:left="737"/>
      </w:pPr>
      <w:r w:rsidRPr="000C6ECB">
        <w:t>Automatické dveřní zámky (ADZ), předpokládané množství 10 ks</w:t>
      </w:r>
      <w:r w:rsidR="00D82632" w:rsidRPr="000C6ECB">
        <w:t>.</w:t>
      </w:r>
    </w:p>
    <w:p w14:paraId="098B21F4" w14:textId="0BE4B24E" w:rsidR="00DD3D78" w:rsidRDefault="00DD3D78" w:rsidP="00DD3D78">
      <w:pPr>
        <w:pStyle w:val="Text2-1"/>
      </w:pPr>
      <w:r>
        <w:t xml:space="preserve">Výše uvedený materiál není </w:t>
      </w:r>
      <w:r w:rsidRPr="00952596">
        <w:t>součástí dodávky na zhotovení stavby a ne</w:t>
      </w:r>
      <w:r>
        <w:t xml:space="preserve">ní </w:t>
      </w:r>
      <w:r w:rsidRPr="00952596">
        <w:t xml:space="preserve">součástí nákladů </w:t>
      </w:r>
      <w:r w:rsidR="00C266C6">
        <w:t>Objednávky.</w:t>
      </w:r>
      <w:r w:rsidRPr="00952596">
        <w:t xml:space="preserve"> </w:t>
      </w:r>
    </w:p>
    <w:p w14:paraId="39AB176B" w14:textId="2BC69AFD" w:rsidR="00DD3D78" w:rsidRPr="00722BEB" w:rsidRDefault="00DD3D78" w:rsidP="00DD3D78">
      <w:pPr>
        <w:pStyle w:val="Text2-1"/>
      </w:pPr>
      <w:r w:rsidRPr="00722BEB">
        <w:t>Místo předání materiálu:</w:t>
      </w:r>
      <w:r w:rsidR="00722BEB">
        <w:t xml:space="preserve"> </w:t>
      </w:r>
      <w:r w:rsidR="009D0373">
        <w:t>Bude stanoveno v Objednávce při zadávání dílčích veřejných zakázek zadávaných v souladu s rámcovou dohodou</w:t>
      </w:r>
      <w:r w:rsidR="00722BEB" w:rsidRPr="009D0373">
        <w:t>.</w:t>
      </w:r>
    </w:p>
    <w:p w14:paraId="188B588A" w14:textId="77777777" w:rsidR="00DF7BAA" w:rsidRDefault="00DF7BAA" w:rsidP="00DF7BAA">
      <w:pPr>
        <w:pStyle w:val="Nadpis2-1"/>
      </w:pPr>
      <w:bookmarkStart w:id="55" w:name="_Toc6410460"/>
      <w:bookmarkStart w:id="56" w:name="_Toc152587980"/>
      <w:r w:rsidRPr="00EC2E51">
        <w:t>ORGANIZACE</w:t>
      </w:r>
      <w:r>
        <w:t xml:space="preserve"> VÝSTAVBY, VÝLUKY</w:t>
      </w:r>
      <w:bookmarkEnd w:id="55"/>
      <w:bookmarkEnd w:id="56"/>
    </w:p>
    <w:p w14:paraId="0587D65B" w14:textId="36DD3B27" w:rsidR="00DF7BAA" w:rsidRPr="000C6ECB"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 xml:space="preserve">v Objednávce v okamžiku zadávání dílčích veřejných zakázek s ohledem na povahu a </w:t>
      </w:r>
      <w:r w:rsidR="00C266C6" w:rsidRPr="000C6ECB">
        <w:t>rozsah stavebních prací.</w:t>
      </w:r>
    </w:p>
    <w:p w14:paraId="09B951D9" w14:textId="77777777" w:rsidR="000C6ECB" w:rsidRPr="000C6ECB" w:rsidRDefault="000C6ECB" w:rsidP="000C6ECB">
      <w:pPr>
        <w:pStyle w:val="Text2-1"/>
      </w:pPr>
      <w:r w:rsidRPr="000C6EC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2585A66F" w14:textId="77777777" w:rsidR="000C6ECB" w:rsidRPr="000C6ECB" w:rsidRDefault="000C6ECB" w:rsidP="000C6ECB">
      <w:pPr>
        <w:pStyle w:val="Text2-1"/>
      </w:pPr>
      <w:bookmarkStart w:id="57" w:name="_Ref143240729"/>
      <w:r w:rsidRPr="000C6ECB">
        <w:t>Zahájení stavebních prací: nejdříve účinností Objednávky, není-li tento termín odlišně stanoven v rámcové dohodě nebo Objednávce. (Objednávka může být zadána nejdříve dnem nabytí účinnosti rámcové dohody).</w:t>
      </w:r>
      <w:bookmarkEnd w:id="57"/>
    </w:p>
    <w:p w14:paraId="134EB76F" w14:textId="77777777" w:rsidR="000C6ECB" w:rsidRPr="000C6ECB" w:rsidRDefault="000C6ECB" w:rsidP="000C6ECB">
      <w:pPr>
        <w:pStyle w:val="Text2-1"/>
      </w:pPr>
      <w:r w:rsidRPr="000C6ECB">
        <w:t>Ukončení stavebních prací: v termínu stanoveném v Objednávkách (poslední možné uzavření (akceptace) Objednávky odpovídá termínu, na který je sjednána rámcová dohoda).</w:t>
      </w:r>
    </w:p>
    <w:p w14:paraId="4DDFDF43" w14:textId="77777777" w:rsidR="000C6ECB" w:rsidRDefault="000C6ECB" w:rsidP="000C6ECB">
      <w:pPr>
        <w:pStyle w:val="Nadpis2-1"/>
      </w:pPr>
      <w:bookmarkStart w:id="58" w:name="_Toc6410461"/>
      <w:bookmarkStart w:id="59" w:name="_Toc146111803"/>
      <w:bookmarkStart w:id="60" w:name="_Toc152587981"/>
      <w:r w:rsidRPr="00EC2E51">
        <w:t>SOUVISEJÍCÍ</w:t>
      </w:r>
      <w:r>
        <w:t xml:space="preserve"> DOKUMENTY A PŘEDPISY</w:t>
      </w:r>
      <w:bookmarkEnd w:id="58"/>
      <w:bookmarkEnd w:id="59"/>
      <w:bookmarkEnd w:id="60"/>
    </w:p>
    <w:p w14:paraId="2084E130" w14:textId="77777777" w:rsidR="000C6ECB" w:rsidRPr="00BC3F30" w:rsidRDefault="000C6ECB" w:rsidP="000C6ECB">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24BFABBB" w14:textId="77777777" w:rsidR="000C6ECB" w:rsidRDefault="000C6ECB" w:rsidP="000C6ECB">
      <w:pPr>
        <w:pStyle w:val="Text2-1"/>
      </w:pPr>
      <w:r w:rsidRPr="007D016E">
        <w:t>Objednatel umožňuje Zhotoviteli přístup ke</w:t>
      </w:r>
      <w:r>
        <w:t xml:space="preserve"> svým vnitřním dokumentům a předpisům a typové dokumentaci na webových stránkách: </w:t>
      </w:r>
    </w:p>
    <w:p w14:paraId="682BEEBC" w14:textId="77777777" w:rsidR="000C6ECB" w:rsidRDefault="000C6ECB" w:rsidP="000C6EC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78729F46" w14:textId="77777777" w:rsidR="000C6ECB" w:rsidRPr="007D016E" w:rsidRDefault="000C6ECB" w:rsidP="000C6EC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0553FBB" w14:textId="77777777" w:rsidR="000C6ECB" w:rsidRPr="00E85446" w:rsidRDefault="000C6ECB" w:rsidP="000C6EC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7ADA27" w14:textId="77777777" w:rsidR="000C6ECB" w:rsidRDefault="000C6ECB" w:rsidP="000C6ECB">
      <w:pPr>
        <w:pStyle w:val="Textbezslovn"/>
        <w:keepNext/>
        <w:spacing w:after="0"/>
        <w:rPr>
          <w:rStyle w:val="Tun"/>
        </w:rPr>
      </w:pPr>
      <w:r>
        <w:rPr>
          <w:rStyle w:val="Tun"/>
        </w:rPr>
        <w:t>Centrum telematiky a diagnostiky</w:t>
      </w:r>
    </w:p>
    <w:p w14:paraId="210FCF41" w14:textId="77777777" w:rsidR="000C6ECB" w:rsidRPr="00E85446" w:rsidRDefault="000C6ECB" w:rsidP="000C6ECB">
      <w:pPr>
        <w:pStyle w:val="Textbezslovn"/>
        <w:keepNext/>
        <w:spacing w:after="0"/>
        <w:rPr>
          <w:rStyle w:val="Tun"/>
        </w:rPr>
      </w:pPr>
      <w:r>
        <w:rPr>
          <w:rStyle w:val="Tun"/>
        </w:rPr>
        <w:t>Odbor servisních služeb, OHČ</w:t>
      </w:r>
    </w:p>
    <w:p w14:paraId="768EB638" w14:textId="77777777" w:rsidR="000C6ECB" w:rsidRPr="007D016E" w:rsidRDefault="000C6ECB" w:rsidP="000C6ECB">
      <w:pPr>
        <w:pStyle w:val="Textbezslovn"/>
        <w:keepNext/>
        <w:spacing w:after="0"/>
      </w:pPr>
      <w:r>
        <w:t>Jeremenkova 103/23</w:t>
      </w:r>
    </w:p>
    <w:p w14:paraId="5BF178BB" w14:textId="77777777" w:rsidR="000C6ECB" w:rsidRDefault="000C6ECB" w:rsidP="000C6ECB">
      <w:pPr>
        <w:pStyle w:val="Textbezslovn"/>
      </w:pPr>
      <w:r w:rsidRPr="007D016E">
        <w:t>77</w:t>
      </w:r>
      <w:r>
        <w:t>9 00</w:t>
      </w:r>
      <w:r w:rsidRPr="007D016E">
        <w:t xml:space="preserve"> </w:t>
      </w:r>
      <w:r w:rsidRPr="00BA22D4">
        <w:t>Olomouc</w:t>
      </w:r>
    </w:p>
    <w:p w14:paraId="59B17779" w14:textId="77777777" w:rsidR="000C6ECB" w:rsidRDefault="000C6ECB" w:rsidP="000C6ECB">
      <w:pPr>
        <w:pStyle w:val="Textbezslovn"/>
      </w:pPr>
      <w:r>
        <w:t xml:space="preserve">nebo </w:t>
      </w:r>
      <w:r w:rsidRPr="007D016E">
        <w:t>e-</w:t>
      </w:r>
      <w:r w:rsidRPr="00BA22D4">
        <w:t>mail</w:t>
      </w:r>
      <w:r w:rsidRPr="007D016E">
        <w:t xml:space="preserve">: </w:t>
      </w:r>
      <w:r w:rsidRPr="002C1A2B">
        <w:rPr>
          <w:b/>
        </w:rPr>
        <w:t>typdok@spravazeleznic.cz</w:t>
      </w:r>
    </w:p>
    <w:p w14:paraId="0841391F" w14:textId="77777777" w:rsidR="000C6ECB" w:rsidRDefault="000C6ECB" w:rsidP="000C6ECB">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49391DC6" w:rsidR="009C4EEA" w:rsidRDefault="000C6ECB" w:rsidP="000C6ECB">
      <w:pPr>
        <w:pStyle w:val="Textbezslovn"/>
      </w:pPr>
      <w:r>
        <w:t xml:space="preserve">Ceníky: </w:t>
      </w:r>
      <w:r w:rsidRPr="00E64846">
        <w:t>https://typdok.tudc.cz/</w:t>
      </w:r>
    </w:p>
    <w:p w14:paraId="199FDAEA" w14:textId="77777777" w:rsidR="00DF7BAA" w:rsidRDefault="00DF7BAA" w:rsidP="00DF7BAA">
      <w:pPr>
        <w:pStyle w:val="Nadpis2-1"/>
      </w:pPr>
      <w:bookmarkStart w:id="61" w:name="_Toc6410462"/>
      <w:bookmarkStart w:id="62" w:name="_Toc152587982"/>
      <w:r>
        <w:lastRenderedPageBreak/>
        <w:t>PŘÍLOHY</w:t>
      </w:r>
      <w:bookmarkEnd w:id="61"/>
      <w:bookmarkEnd w:id="62"/>
    </w:p>
    <w:p w14:paraId="588834AF" w14:textId="289DFA6F" w:rsidR="00781092" w:rsidRPr="0027069F" w:rsidRDefault="00781092" w:rsidP="00781092">
      <w:pPr>
        <w:pStyle w:val="Text2-1"/>
        <w:tabs>
          <w:tab w:val="clear" w:pos="737"/>
          <w:tab w:val="num" w:pos="709"/>
        </w:tabs>
        <w:ind w:left="3005" w:hanging="3005"/>
      </w:pPr>
      <w:r w:rsidRPr="0027069F">
        <w:t>Příloha č.</w:t>
      </w:r>
      <w:r>
        <w:t xml:space="preserve"> 1</w:t>
      </w:r>
      <w:r w:rsidR="000C6ECB">
        <w:t xml:space="preserve"> ZTP</w:t>
      </w:r>
      <w:r w:rsidRPr="0027069F">
        <w:t xml:space="preserve"> </w:t>
      </w:r>
      <w:r w:rsidR="000C6ECB">
        <w:t>–</w:t>
      </w:r>
      <w:r w:rsidRPr="0027069F">
        <w:t xml:space="preserve"> </w:t>
      </w:r>
      <w:r w:rsidR="000C6ECB">
        <w:t>Vzory f</w:t>
      </w:r>
      <w:r w:rsidRPr="0027069F">
        <w:t>ormulář</w:t>
      </w:r>
      <w:r w:rsidR="000C6ECB">
        <w:t>ů</w:t>
      </w:r>
      <w:r w:rsidRPr="0027069F">
        <w:t xml:space="preserve"> </w:t>
      </w:r>
    </w:p>
    <w:p w14:paraId="7C5A0FE9" w14:textId="5A3FC8F5" w:rsidR="00781092" w:rsidRPr="0027069F" w:rsidRDefault="00781092" w:rsidP="00781092">
      <w:pPr>
        <w:pStyle w:val="Text2-1"/>
        <w:tabs>
          <w:tab w:val="clear" w:pos="737"/>
          <w:tab w:val="num" w:pos="709"/>
        </w:tabs>
        <w:ind w:left="3005" w:hanging="3005"/>
      </w:pPr>
      <w:r w:rsidRPr="0027069F">
        <w:t>Příloha č.</w:t>
      </w:r>
      <w:r>
        <w:t xml:space="preserve"> 2</w:t>
      </w:r>
      <w:r w:rsidRPr="0027069F">
        <w:t xml:space="preserve"> </w:t>
      </w:r>
      <w:r w:rsidR="000C6ECB">
        <w:t xml:space="preserve">ZTP </w:t>
      </w:r>
      <w:r w:rsidRPr="0027069F">
        <w:t xml:space="preserve">- Seznam </w:t>
      </w:r>
      <w:r>
        <w:t xml:space="preserve">objektů OŘ Ostrava </w:t>
      </w:r>
    </w:p>
    <w:p w14:paraId="262164E4" w14:textId="20DDC0F8" w:rsidR="00781092" w:rsidRPr="0027069F" w:rsidRDefault="00781092" w:rsidP="00781092">
      <w:pPr>
        <w:pStyle w:val="Text2-1"/>
        <w:tabs>
          <w:tab w:val="clear" w:pos="737"/>
          <w:tab w:val="num" w:pos="709"/>
        </w:tabs>
        <w:ind w:left="3005" w:hanging="3005"/>
      </w:pPr>
      <w:r w:rsidRPr="0027069F">
        <w:t>Příloha č.</w:t>
      </w:r>
      <w:r>
        <w:t xml:space="preserve"> 3</w:t>
      </w:r>
      <w:r w:rsidRPr="0027069F">
        <w:t xml:space="preserve"> </w:t>
      </w:r>
      <w:r w:rsidR="000C6ECB">
        <w:t xml:space="preserve">ZTP </w:t>
      </w:r>
      <w:r w:rsidRPr="0027069F">
        <w:t>- Technická zpráva</w:t>
      </w:r>
    </w:p>
    <w:p w14:paraId="241F985A" w14:textId="77777777" w:rsidR="00DF7BAA" w:rsidRPr="00DF7BAA" w:rsidRDefault="00DF7BAA" w:rsidP="00264D52">
      <w:pPr>
        <w:pStyle w:val="Textbezodsazen"/>
      </w:pPr>
    </w:p>
    <w:bookmarkEnd w:id="6"/>
    <w:bookmarkEnd w:id="7"/>
    <w:bookmarkEnd w:id="8"/>
    <w:bookmarkEnd w:id="9"/>
    <w:bookmarkEnd w:id="10"/>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1E6E" w14:textId="77777777" w:rsidR="00BB770C" w:rsidRDefault="00BB770C" w:rsidP="00962258">
      <w:pPr>
        <w:spacing w:after="0" w:line="240" w:lineRule="auto"/>
      </w:pPr>
      <w:r>
        <w:separator/>
      </w:r>
    </w:p>
  </w:endnote>
  <w:endnote w:type="continuationSeparator" w:id="0">
    <w:p w14:paraId="2270CE80" w14:textId="77777777" w:rsidR="00BB770C" w:rsidRDefault="00BB77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70C" w:rsidRPr="003462EB" w14:paraId="3E6EF7ED" w14:textId="77777777" w:rsidTr="000C6ECB">
      <w:trPr>
        <w:trHeight w:val="426"/>
      </w:trPr>
      <w:tc>
        <w:tcPr>
          <w:tcW w:w="993" w:type="dxa"/>
          <w:tcMar>
            <w:left w:w="0" w:type="dxa"/>
            <w:right w:w="0" w:type="dxa"/>
          </w:tcMar>
          <w:vAlign w:val="bottom"/>
        </w:tcPr>
        <w:p w14:paraId="29E2E1DF" w14:textId="76D897B4" w:rsidR="00BB770C" w:rsidRPr="00B8518B" w:rsidRDefault="00BB77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02E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02EA">
            <w:rPr>
              <w:rStyle w:val="slostrnky"/>
              <w:noProof/>
            </w:rPr>
            <w:t>18</w:t>
          </w:r>
          <w:r w:rsidRPr="00B8518B">
            <w:rPr>
              <w:rStyle w:val="slostrnky"/>
            </w:rPr>
            <w:fldChar w:fldCharType="end"/>
          </w:r>
        </w:p>
      </w:tc>
      <w:tc>
        <w:tcPr>
          <w:tcW w:w="7739" w:type="dxa"/>
          <w:vAlign w:val="bottom"/>
        </w:tcPr>
        <w:p w14:paraId="7FFFE8AC" w14:textId="479043E5" w:rsidR="00BB770C" w:rsidRDefault="000C6ECB" w:rsidP="003462EB">
          <w:pPr>
            <w:pStyle w:val="Zpatvlevo"/>
          </w:pPr>
          <w:fldSimple w:instr=" STYLEREF  _Název_akce  \* MERGEFORMAT ">
            <w:r w:rsidR="000D02EA">
              <w:rPr>
                <w:noProof/>
              </w:rPr>
              <w:t>„Údržba, opravy a odstraňování závad u SPS v obvodu OŘ Ostrava rok 2024 - provozní pozemní objekty“</w:t>
            </w:r>
            <w:r w:rsidR="000D02EA">
              <w:rPr>
                <w:noProof/>
              </w:rPr>
              <w:cr/>
            </w:r>
          </w:fldSimple>
          <w:r w:rsidR="00BB770C">
            <w:t xml:space="preserve">Příloha č. </w:t>
          </w:r>
          <w:r>
            <w:t>6</w:t>
          </w:r>
          <w:r w:rsidR="00BB770C">
            <w:t>)</w:t>
          </w:r>
          <w:r w:rsidR="00BB770C" w:rsidRPr="003462EB">
            <w:t xml:space="preserve"> </w:t>
          </w:r>
        </w:p>
        <w:p w14:paraId="178E0553" w14:textId="1F916E79" w:rsidR="00BB770C" w:rsidRPr="003462EB" w:rsidRDefault="00BB770C" w:rsidP="00DF7BAA">
          <w:pPr>
            <w:pStyle w:val="Zpatvlevo"/>
          </w:pPr>
          <w:r>
            <w:t>Zvláštní</w:t>
          </w:r>
          <w:r w:rsidRPr="003462EB">
            <w:t xml:space="preserve"> technické podmínky</w:t>
          </w:r>
          <w:r>
            <w:t xml:space="preserve"> - Zhotovení stavby – rámcové dohody </w:t>
          </w:r>
        </w:p>
      </w:tc>
    </w:tr>
  </w:tbl>
  <w:p w14:paraId="422A1078" w14:textId="77777777" w:rsidR="00BB770C" w:rsidRPr="00614E71" w:rsidRDefault="00BB77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70C" w:rsidRPr="009E09BE" w14:paraId="76A4A2A2" w14:textId="77777777" w:rsidTr="00614E71">
      <w:tc>
        <w:tcPr>
          <w:tcW w:w="7797" w:type="dxa"/>
          <w:tcMar>
            <w:left w:w="0" w:type="dxa"/>
            <w:right w:w="0" w:type="dxa"/>
          </w:tcMar>
          <w:vAlign w:val="bottom"/>
        </w:tcPr>
        <w:p w14:paraId="7B4693AA" w14:textId="5DAC23A0" w:rsidR="00BB770C" w:rsidRDefault="000C6ECB" w:rsidP="003B111D">
          <w:pPr>
            <w:pStyle w:val="Zpatvpravo"/>
          </w:pPr>
          <w:fldSimple w:instr=" STYLEREF  _Název_akce  \* MERGEFORMAT ">
            <w:r w:rsidR="000D02EA">
              <w:rPr>
                <w:noProof/>
              </w:rPr>
              <w:t>„Údržba, opravy a odstraňování závad u SPS v obvodu OŘ Ostrava rok 2024 - provozní pozemní objekty“</w:t>
            </w:r>
            <w:r w:rsidR="000D02EA">
              <w:rPr>
                <w:noProof/>
              </w:rPr>
              <w:cr/>
            </w:r>
          </w:fldSimple>
          <w:r w:rsidR="00BB770C">
            <w:t xml:space="preserve">Příloha č. </w:t>
          </w:r>
          <w:r>
            <w:t>6</w:t>
          </w:r>
          <w:r w:rsidR="00BB770C">
            <w:t>)</w:t>
          </w:r>
        </w:p>
        <w:p w14:paraId="5D9BD160" w14:textId="7351666B" w:rsidR="00BB770C" w:rsidRPr="003462EB" w:rsidRDefault="00BB770C" w:rsidP="00517E55">
          <w:pPr>
            <w:pStyle w:val="Zpatvpravo"/>
            <w:rPr>
              <w:rStyle w:val="slostrnky"/>
              <w:b w:val="0"/>
              <w:color w:val="auto"/>
              <w:sz w:val="12"/>
            </w:rPr>
          </w:pPr>
          <w:r>
            <w:t>Zvláštní</w:t>
          </w:r>
          <w:r w:rsidRPr="003462EB">
            <w:t xml:space="preserve"> technické podmínky</w:t>
          </w:r>
          <w:r>
            <w:t xml:space="preserve"> - Zhotovení stavby </w:t>
          </w:r>
        </w:p>
      </w:tc>
      <w:tc>
        <w:tcPr>
          <w:tcW w:w="935" w:type="dxa"/>
          <w:vAlign w:val="bottom"/>
        </w:tcPr>
        <w:p w14:paraId="3DBC2A04" w14:textId="58B91703" w:rsidR="00BB770C" w:rsidRPr="009E09BE" w:rsidRDefault="00BB77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D02EA">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02EA">
            <w:rPr>
              <w:rStyle w:val="slostrnky"/>
              <w:noProof/>
            </w:rPr>
            <w:t>18</w:t>
          </w:r>
          <w:r w:rsidRPr="00B8518B">
            <w:rPr>
              <w:rStyle w:val="slostrnky"/>
            </w:rPr>
            <w:fldChar w:fldCharType="end"/>
          </w:r>
        </w:p>
      </w:tc>
    </w:tr>
  </w:tbl>
  <w:p w14:paraId="2500101F" w14:textId="77777777" w:rsidR="00BB770C" w:rsidRPr="00B8518B" w:rsidRDefault="00BB77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BB770C" w:rsidRPr="00B8518B" w:rsidRDefault="00BB770C" w:rsidP="00460660">
    <w:pPr>
      <w:pStyle w:val="Zpat"/>
      <w:rPr>
        <w:sz w:val="2"/>
        <w:szCs w:val="2"/>
      </w:rPr>
    </w:pPr>
  </w:p>
  <w:p w14:paraId="53F277EE" w14:textId="77777777" w:rsidR="00BB770C" w:rsidRDefault="00BB770C" w:rsidP="00757290">
    <w:pPr>
      <w:pStyle w:val="Zpatvlevo"/>
      <w:rPr>
        <w:rFonts w:cs="Calibri"/>
        <w:szCs w:val="12"/>
      </w:rPr>
    </w:pPr>
  </w:p>
  <w:p w14:paraId="17EFC080" w14:textId="77777777" w:rsidR="00BB770C" w:rsidRPr="00460660" w:rsidRDefault="00BB77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DB52E" w14:textId="77777777" w:rsidR="00BB770C" w:rsidRDefault="00BB770C" w:rsidP="00962258">
      <w:pPr>
        <w:spacing w:after="0" w:line="240" w:lineRule="auto"/>
      </w:pPr>
      <w:r>
        <w:separator/>
      </w:r>
    </w:p>
  </w:footnote>
  <w:footnote w:type="continuationSeparator" w:id="0">
    <w:p w14:paraId="0C0BA5E1" w14:textId="77777777" w:rsidR="00BB770C" w:rsidRDefault="00BB77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70C" w14:paraId="589E9D7A" w14:textId="77777777" w:rsidTr="00B22106">
      <w:trPr>
        <w:trHeight w:hRule="exact" w:val="936"/>
      </w:trPr>
      <w:tc>
        <w:tcPr>
          <w:tcW w:w="1361" w:type="dxa"/>
          <w:tcMar>
            <w:left w:w="0" w:type="dxa"/>
            <w:right w:w="0" w:type="dxa"/>
          </w:tcMar>
        </w:tcPr>
        <w:p w14:paraId="10A13B73"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14726CF1" w14:textId="77777777" w:rsidR="00BB770C" w:rsidRDefault="00BB77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B770C" w:rsidRPr="00D6163D" w:rsidRDefault="00BB770C" w:rsidP="00FC6389">
          <w:pPr>
            <w:pStyle w:val="Druhdokumentu"/>
          </w:pPr>
        </w:p>
      </w:tc>
    </w:tr>
    <w:tr w:rsidR="00BB770C" w14:paraId="173B2ADF" w14:textId="77777777" w:rsidTr="00B22106">
      <w:trPr>
        <w:trHeight w:hRule="exact" w:val="936"/>
      </w:trPr>
      <w:tc>
        <w:tcPr>
          <w:tcW w:w="1361" w:type="dxa"/>
          <w:tcMar>
            <w:left w:w="0" w:type="dxa"/>
            <w:right w:w="0" w:type="dxa"/>
          </w:tcMar>
        </w:tcPr>
        <w:p w14:paraId="580C429C"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69644D16" w14:textId="77777777" w:rsidR="00BB770C" w:rsidRDefault="00BB770C" w:rsidP="00FC6389">
          <w:pPr>
            <w:pStyle w:val="Zpat"/>
          </w:pPr>
        </w:p>
      </w:tc>
      <w:tc>
        <w:tcPr>
          <w:tcW w:w="5756" w:type="dxa"/>
          <w:shd w:val="clear" w:color="auto" w:fill="auto"/>
          <w:tcMar>
            <w:left w:w="0" w:type="dxa"/>
            <w:right w:w="0" w:type="dxa"/>
          </w:tcMar>
        </w:tcPr>
        <w:p w14:paraId="47EE2CD8" w14:textId="77777777" w:rsidR="00BB770C" w:rsidRPr="00D6163D" w:rsidRDefault="00BB770C" w:rsidP="00FC6389">
          <w:pPr>
            <w:pStyle w:val="Druhdokumentu"/>
          </w:pPr>
        </w:p>
      </w:tc>
    </w:tr>
  </w:tbl>
  <w:p w14:paraId="53E85CAA" w14:textId="77777777" w:rsidR="00BB770C" w:rsidRPr="00D6163D" w:rsidRDefault="00BB770C" w:rsidP="00FC6389">
    <w:pPr>
      <w:pStyle w:val="Zhlav"/>
      <w:rPr>
        <w:sz w:val="8"/>
        <w:szCs w:val="8"/>
      </w:rPr>
    </w:pPr>
  </w:p>
  <w:p w14:paraId="1437D3AE" w14:textId="77777777" w:rsidR="00BB770C" w:rsidRPr="00460660" w:rsidRDefault="00BB77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9"/>
  </w:num>
  <w:num w:numId="5">
    <w:abstractNumId w:val="11"/>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9"/>
  </w:num>
  <w:num w:numId="11">
    <w:abstractNumId w:val="11"/>
  </w:num>
  <w:num w:numId="12">
    <w:abstractNumId w:val="14"/>
  </w:num>
  <w:num w:numId="13">
    <w:abstractNumId w:val="3"/>
  </w:num>
  <w:num w:numId="14">
    <w:abstractNumId w:val="5"/>
  </w:num>
  <w:num w:numId="15">
    <w:abstractNumId w:val="15"/>
  </w:num>
  <w:num w:numId="16">
    <w:abstractNumId w:val="7"/>
  </w:num>
  <w:num w:numId="17">
    <w:abstractNumId w:val="10"/>
  </w:num>
  <w:num w:numId="18">
    <w:abstractNumId w:val="2"/>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5"/>
  </w:num>
  <w:num w:numId="24">
    <w:abstractNumId w:val="5"/>
  </w:num>
  <w:num w:numId="25">
    <w:abstractNumId w:val="12"/>
  </w:num>
  <w:num w:numId="26">
    <w:abstractNumId w:val="5"/>
  </w:num>
  <w:num w:numId="27">
    <w:abstractNumId w:val="5"/>
  </w:num>
  <w:num w:numId="28">
    <w:abstractNumId w:val="5"/>
  </w:num>
  <w:num w:numId="29">
    <w:abstractNumId w:val="1"/>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6ECB"/>
    <w:rsid w:val="000D02EA"/>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AB1"/>
    <w:rsid w:val="00130E62"/>
    <w:rsid w:val="00134146"/>
    <w:rsid w:val="001401D5"/>
    <w:rsid w:val="00140433"/>
    <w:rsid w:val="001456A2"/>
    <w:rsid w:val="001458F9"/>
    <w:rsid w:val="00145ACA"/>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CE3"/>
    <w:rsid w:val="0025283D"/>
    <w:rsid w:val="00252A5C"/>
    <w:rsid w:val="00253E6A"/>
    <w:rsid w:val="002548B5"/>
    <w:rsid w:val="00260813"/>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1D23"/>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38C"/>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5834"/>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2C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09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57B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0373"/>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861B4"/>
    <w:rsid w:val="00A92D24"/>
    <w:rsid w:val="00A94C2F"/>
    <w:rsid w:val="00A94F0E"/>
    <w:rsid w:val="00A95445"/>
    <w:rsid w:val="00AA4CBB"/>
    <w:rsid w:val="00AA587B"/>
    <w:rsid w:val="00AA65FA"/>
    <w:rsid w:val="00AA6984"/>
    <w:rsid w:val="00AA7351"/>
    <w:rsid w:val="00AB4C63"/>
    <w:rsid w:val="00AB536D"/>
    <w:rsid w:val="00AC3E83"/>
    <w:rsid w:val="00AC41AE"/>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78D5"/>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70C"/>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28D1"/>
    <w:rsid w:val="00D33D4C"/>
    <w:rsid w:val="00D35AE8"/>
    <w:rsid w:val="00D4108E"/>
    <w:rsid w:val="00D4656A"/>
    <w:rsid w:val="00D47647"/>
    <w:rsid w:val="00D51539"/>
    <w:rsid w:val="00D521D0"/>
    <w:rsid w:val="00D53BF5"/>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7B5C"/>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323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aluvk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tonserver.cz/skladky-suti-recyklace/recyklacni-cent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2D50"/>
    <w:rsid w:val="00180153"/>
    <w:rsid w:val="00182DEA"/>
    <w:rsid w:val="001A0BDC"/>
    <w:rsid w:val="001F0177"/>
    <w:rsid w:val="001F61B6"/>
    <w:rsid w:val="00204520"/>
    <w:rsid w:val="0022554F"/>
    <w:rsid w:val="00256AC1"/>
    <w:rsid w:val="00290B97"/>
    <w:rsid w:val="002D74B9"/>
    <w:rsid w:val="002E448E"/>
    <w:rsid w:val="003D1CE3"/>
    <w:rsid w:val="00553D37"/>
    <w:rsid w:val="005A5A36"/>
    <w:rsid w:val="005B1DD6"/>
    <w:rsid w:val="005C446F"/>
    <w:rsid w:val="005F3872"/>
    <w:rsid w:val="006257D2"/>
    <w:rsid w:val="00641106"/>
    <w:rsid w:val="007263AB"/>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F7EAF"/>
    <w:rsid w:val="00C4354E"/>
    <w:rsid w:val="00C710FC"/>
    <w:rsid w:val="00CF3DC6"/>
    <w:rsid w:val="00D60657"/>
    <w:rsid w:val="00DA36A4"/>
    <w:rsid w:val="00EA225F"/>
    <w:rsid w:val="00EC1FE9"/>
    <w:rsid w:val="00F56CC5"/>
    <w:rsid w:val="00F72E8C"/>
    <w:rsid w:val="00FA0ECB"/>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0153"/>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D802DC5-92F7-4B53-AB20-920CA8E1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86</TotalTime>
  <Pages>18</Pages>
  <Words>7470</Words>
  <Characters>44074</Characters>
  <Application>Microsoft Office Word</Application>
  <DocSecurity>0</DocSecurity>
  <Lines>367</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Bauerová Pavlína</cp:lastModifiedBy>
  <cp:revision>8</cp:revision>
  <cp:lastPrinted>2023-02-06T13:26:00Z</cp:lastPrinted>
  <dcterms:created xsi:type="dcterms:W3CDTF">2023-11-27T09:52:00Z</dcterms:created>
  <dcterms:modified xsi:type="dcterms:W3CDTF">2023-12-04T13:01:00Z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